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583D27" w:rsidP="0055060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BE67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603"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  <w:r w:rsidRPr="002D26EA">
              <w:rPr>
                <w:rFonts w:ascii="Arial" w:hAnsi="Arial" w:cs="Arial"/>
                <w:color w:val="808080"/>
                <w:sz w:val="18"/>
                <w:szCs w:val="18"/>
              </w:rPr>
              <w:t>Ward/Dept:</w:t>
            </w: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BE67C6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E67C6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50603">
              <w:rPr>
                <w:rFonts w:ascii="Arial" w:hAnsi="Arial" w:cs="Arial"/>
                <w:noProof/>
                <w:sz w:val="18"/>
                <w:szCs w:val="18"/>
              </w:rPr>
              <w:t>Friday, 7 August 2020</w:t>
            </w:r>
            <w:r w:rsidRPr="00BE67C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550603" w:rsidP="00F002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Young CVA patient. Right sided tingling. ‘imbalance’ – lasted 30 min.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E95E0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2004568</wp:posOffset>
                      </wp:positionH>
                      <wp:positionV relativeFrom="paragraph">
                        <wp:posOffset>2218697</wp:posOffset>
                      </wp:positionV>
                      <wp:extent cx="111426" cy="420253"/>
                      <wp:effectExtent l="0" t="0" r="22225" b="18415"/>
                      <wp:wrapNone/>
                      <wp:docPr id="14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426" cy="420253"/>
                              </a:xfrm>
                              <a:custGeom>
                                <a:avLst/>
                                <a:gdLst>
                                  <a:gd name="T0" fmla="*/ 0 w 126"/>
                                  <a:gd name="T1" fmla="*/ 0 h 518"/>
                                  <a:gd name="T2" fmla="*/ 115 w 126"/>
                                  <a:gd name="T3" fmla="*/ 241 h 518"/>
                                  <a:gd name="T4" fmla="*/ 126 w 126"/>
                                  <a:gd name="T5" fmla="*/ 518 h 518"/>
                                  <a:gd name="T6" fmla="*/ 0 w 126"/>
                                  <a:gd name="T7" fmla="*/ 0 h 518"/>
                                  <a:gd name="connsiteX0" fmla="*/ 0 w 10441"/>
                                  <a:gd name="connsiteY0" fmla="*/ 0 h 9571"/>
                                  <a:gd name="connsiteX1" fmla="*/ 9127 w 10441"/>
                                  <a:gd name="connsiteY1" fmla="*/ 4653 h 9571"/>
                                  <a:gd name="connsiteX2" fmla="*/ 10441 w 10441"/>
                                  <a:gd name="connsiteY2" fmla="*/ 9571 h 9571"/>
                                  <a:gd name="connsiteX3" fmla="*/ 0 w 10441"/>
                                  <a:gd name="connsiteY3" fmla="*/ 0 h 9571"/>
                                  <a:gd name="connsiteX0" fmla="*/ 0 w 13395"/>
                                  <a:gd name="connsiteY0" fmla="*/ 0 h 13370"/>
                                  <a:gd name="connsiteX1" fmla="*/ 12136 w 13395"/>
                                  <a:gd name="connsiteY1" fmla="*/ 8232 h 13370"/>
                                  <a:gd name="connsiteX2" fmla="*/ 13395 w 13395"/>
                                  <a:gd name="connsiteY2" fmla="*/ 13370 h 13370"/>
                                  <a:gd name="connsiteX3" fmla="*/ 0 w 13395"/>
                                  <a:gd name="connsiteY3" fmla="*/ 0 h 13370"/>
                                  <a:gd name="connsiteX0" fmla="*/ 0 w 13395"/>
                                  <a:gd name="connsiteY0" fmla="*/ 0 h 13370"/>
                                  <a:gd name="connsiteX1" fmla="*/ 12136 w 13395"/>
                                  <a:gd name="connsiteY1" fmla="*/ 8232 h 13370"/>
                                  <a:gd name="connsiteX2" fmla="*/ 13395 w 13395"/>
                                  <a:gd name="connsiteY2" fmla="*/ 13370 h 13370"/>
                                  <a:gd name="connsiteX3" fmla="*/ 0 w 13395"/>
                                  <a:gd name="connsiteY3" fmla="*/ 0 h 133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395" h="13370">
                                    <a:moveTo>
                                      <a:pt x="0" y="0"/>
                                    </a:moveTo>
                                    <a:lnTo>
                                      <a:pt x="12136" y="8232"/>
                                    </a:lnTo>
                                    <a:lnTo>
                                      <a:pt x="13395" y="13370"/>
                                    </a:lnTo>
                                    <a:cubicBezTo>
                                      <a:pt x="8930" y="8913"/>
                                      <a:pt x="4891" y="389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EFF2D" id="Freeform 489" o:spid="_x0000_s1026" alt="Granite" style="position:absolute;margin-left:157.85pt;margin-top:174.7pt;width:8.75pt;height:33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395,133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" path="m,l12136,8232r1259,5138c8930,8913,4891,3895,,xe">
                      <v:fill r:id="rId7" o:title="Granite" recolor="t" type="tile"/>
                      <v:path arrowok="t" o:connecttype="custom" o:connectlocs="0,0;100953,258753;111426,420253;0,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836930</wp:posOffset>
                      </wp:positionV>
                      <wp:extent cx="505460" cy="3260725"/>
                      <wp:effectExtent l="0" t="0" r="46990" b="34925"/>
                      <wp:wrapNone/>
                      <wp:docPr id="36" name="Freeform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5460" cy="3260725"/>
                              </a:xfrm>
                              <a:custGeom>
                                <a:avLst/>
                                <a:gdLst>
                                  <a:gd name="T0" fmla="*/ 421 w 688"/>
                                  <a:gd name="T1" fmla="*/ 3084 h 4347"/>
                                  <a:gd name="T2" fmla="*/ 293 w 688"/>
                                  <a:gd name="T3" fmla="*/ 3509 h 4347"/>
                                  <a:gd name="T4" fmla="*/ 208 w 688"/>
                                  <a:gd name="T5" fmla="*/ 3977 h 4347"/>
                                  <a:gd name="T6" fmla="*/ 268 w 688"/>
                                  <a:gd name="T7" fmla="*/ 4138 h 4347"/>
                                  <a:gd name="T8" fmla="*/ 565 w 688"/>
                                  <a:gd name="T9" fmla="*/ 4294 h 4347"/>
                                  <a:gd name="T10" fmla="*/ 685 w 688"/>
                                  <a:gd name="T11" fmla="*/ 4247 h 4347"/>
                                  <a:gd name="T12" fmla="*/ 585 w 688"/>
                                  <a:gd name="T13" fmla="*/ 3693 h 4347"/>
                                  <a:gd name="T14" fmla="*/ 378 w 688"/>
                                  <a:gd name="T15" fmla="*/ 2876 h 4347"/>
                                  <a:gd name="T16" fmla="*/ 183 w 688"/>
                                  <a:gd name="T17" fmla="*/ 2160 h 4347"/>
                                  <a:gd name="T18" fmla="*/ 20 w 688"/>
                                  <a:gd name="T19" fmla="*/ 1616 h 4347"/>
                                  <a:gd name="T20" fmla="*/ 64 w 688"/>
                                  <a:gd name="T21" fmla="*/ 1089 h 4347"/>
                                  <a:gd name="T22" fmla="*/ 64 w 688"/>
                                  <a:gd name="T23" fmla="*/ 581 h 4347"/>
                                  <a:gd name="T24" fmla="*/ 81 w 688"/>
                                  <a:gd name="T25" fmla="*/ 0 h 4347"/>
                                  <a:gd name="connsiteX0" fmla="*/ 5890 w 9728"/>
                                  <a:gd name="connsiteY0" fmla="*/ 7095 h 9925"/>
                                  <a:gd name="connsiteX1" fmla="*/ 4030 w 9728"/>
                                  <a:gd name="connsiteY1" fmla="*/ 8072 h 9925"/>
                                  <a:gd name="connsiteX2" fmla="*/ 2794 w 9728"/>
                                  <a:gd name="connsiteY2" fmla="*/ 9149 h 9925"/>
                                  <a:gd name="connsiteX3" fmla="*/ 3666 w 9728"/>
                                  <a:gd name="connsiteY3" fmla="*/ 9519 h 9925"/>
                                  <a:gd name="connsiteX4" fmla="*/ 7983 w 9728"/>
                                  <a:gd name="connsiteY4" fmla="*/ 9878 h 9925"/>
                                  <a:gd name="connsiteX5" fmla="*/ 9727 w 9728"/>
                                  <a:gd name="connsiteY5" fmla="*/ 9770 h 9925"/>
                                  <a:gd name="connsiteX6" fmla="*/ 8274 w 9728"/>
                                  <a:gd name="connsiteY6" fmla="*/ 8496 h 9925"/>
                                  <a:gd name="connsiteX7" fmla="*/ 5265 w 9728"/>
                                  <a:gd name="connsiteY7" fmla="*/ 6616 h 9925"/>
                                  <a:gd name="connsiteX8" fmla="*/ 2431 w 9728"/>
                                  <a:gd name="connsiteY8" fmla="*/ 4969 h 9925"/>
                                  <a:gd name="connsiteX9" fmla="*/ 62 w 9728"/>
                                  <a:gd name="connsiteY9" fmla="*/ 3718 h 9925"/>
                                  <a:gd name="connsiteX10" fmla="*/ 701 w 9728"/>
                                  <a:gd name="connsiteY10" fmla="*/ 2505 h 9925"/>
                                  <a:gd name="connsiteX11" fmla="*/ 701 w 9728"/>
                                  <a:gd name="connsiteY11" fmla="*/ 1337 h 9925"/>
                                  <a:gd name="connsiteX12" fmla="*/ 948 w 9728"/>
                                  <a:gd name="connsiteY12" fmla="*/ 0 h 9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728" h="9925">
                                    <a:moveTo>
                                      <a:pt x="5890" y="7095"/>
                                    </a:moveTo>
                                    <a:cubicBezTo>
                                      <a:pt x="5585" y="7256"/>
                                      <a:pt x="4553" y="7732"/>
                                      <a:pt x="4030" y="8072"/>
                                    </a:cubicBezTo>
                                    <a:cubicBezTo>
                                      <a:pt x="3521" y="8415"/>
                                      <a:pt x="2867" y="8907"/>
                                      <a:pt x="2794" y="9149"/>
                                    </a:cubicBezTo>
                                    <a:cubicBezTo>
                                      <a:pt x="2736" y="9388"/>
                                      <a:pt x="2809" y="9397"/>
                                      <a:pt x="3666" y="9519"/>
                                    </a:cubicBezTo>
                                    <a:cubicBezTo>
                                      <a:pt x="4524" y="9641"/>
                                      <a:pt x="6980" y="9837"/>
                                      <a:pt x="7983" y="9878"/>
                                    </a:cubicBezTo>
                                    <a:cubicBezTo>
                                      <a:pt x="8986" y="9919"/>
                                      <a:pt x="9684" y="10000"/>
                                      <a:pt x="9727" y="9770"/>
                                    </a:cubicBezTo>
                                    <a:cubicBezTo>
                                      <a:pt x="9771" y="9540"/>
                                      <a:pt x="9015" y="9020"/>
                                      <a:pt x="8274" y="8496"/>
                                    </a:cubicBezTo>
                                    <a:cubicBezTo>
                                      <a:pt x="7533" y="7971"/>
                                      <a:pt x="6239" y="7207"/>
                                      <a:pt x="5265" y="6616"/>
                                    </a:cubicBezTo>
                                    <a:cubicBezTo>
                                      <a:pt x="4306" y="6029"/>
                                      <a:pt x="3288" y="5454"/>
                                      <a:pt x="2431" y="4969"/>
                                    </a:cubicBezTo>
                                    <a:cubicBezTo>
                                      <a:pt x="856" y="4041"/>
                                      <a:pt x="352" y="4127"/>
                                      <a:pt x="62" y="3718"/>
                                    </a:cubicBezTo>
                                    <a:cubicBezTo>
                                      <a:pt x="-229" y="3306"/>
                                      <a:pt x="599" y="2903"/>
                                      <a:pt x="701" y="2505"/>
                                    </a:cubicBezTo>
                                    <a:cubicBezTo>
                                      <a:pt x="803" y="2107"/>
                                      <a:pt x="643" y="1753"/>
                                      <a:pt x="701" y="1337"/>
                                    </a:cubicBezTo>
                                    <a:cubicBezTo>
                                      <a:pt x="745" y="918"/>
                                      <a:pt x="905" y="276"/>
                                      <a:pt x="94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72793" id="Freeform 330" o:spid="_x0000_s1026" style="position:absolute;margin-left:153.35pt;margin-top:65.9pt;width:39.8pt;height:256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728,9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" path="m5890,7095v-305,161,-1337,637,-1860,977c3521,8415,2867,8907,2794,9149v-58,239,15,248,872,370c4524,9641,6980,9837,7983,9878v1003,41,1701,122,1744,-108c9771,9540,9015,9020,8274,8496,7533,7971,6239,7207,5265,6616,4306,6029,3288,5454,2431,4969,856,4041,352,4127,62,3718,-229,3306,599,2903,701,2505v102,-398,-58,-752,,-1168c745,918,905,276,948,e" filled="f">
                      <v:path arrowok="t" o:connecttype="custom" o:connectlocs="306040,2330967;209396,2651947;145174,3005781;190483,3127339;414791,3245284;505408,3209802;429911,2791246;273566,2173598;126313,1632498;3221,1221499;36423,822984;36423,439253;49257,0" o:connectangles="0,0,0,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3343910</wp:posOffset>
                      </wp:positionH>
                      <wp:positionV relativeFrom="paragraph">
                        <wp:posOffset>2291715</wp:posOffset>
                      </wp:positionV>
                      <wp:extent cx="508000" cy="2381250"/>
                      <wp:effectExtent l="6350" t="8255" r="9525" b="10795"/>
                      <wp:wrapNone/>
                      <wp:docPr id="47" name="Freeform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000" cy="2381250"/>
                              </a:xfrm>
                              <a:custGeom>
                                <a:avLst/>
                                <a:gdLst>
                                  <a:gd name="T0" fmla="*/ 227 w 800"/>
                                  <a:gd name="T1" fmla="*/ 15 h 3750"/>
                                  <a:gd name="T2" fmla="*/ 439 w 800"/>
                                  <a:gd name="T3" fmla="*/ 20 h 3750"/>
                                  <a:gd name="T4" fmla="*/ 581 w 800"/>
                                  <a:gd name="T5" fmla="*/ 137 h 3750"/>
                                  <a:gd name="T6" fmla="*/ 618 w 800"/>
                                  <a:gd name="T7" fmla="*/ 455 h 3750"/>
                                  <a:gd name="T8" fmla="*/ 555 w 800"/>
                                  <a:gd name="T9" fmla="*/ 1105 h 3750"/>
                                  <a:gd name="T10" fmla="*/ 348 w 800"/>
                                  <a:gd name="T11" fmla="*/ 2100 h 3750"/>
                                  <a:gd name="T12" fmla="*/ 742 w 800"/>
                                  <a:gd name="T13" fmla="*/ 2606 h 3750"/>
                                  <a:gd name="T14" fmla="*/ 0 w 800"/>
                                  <a:gd name="T15" fmla="*/ 3750 h 37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00" h="3750">
                                    <a:moveTo>
                                      <a:pt x="227" y="15"/>
                                    </a:moveTo>
                                    <a:cubicBezTo>
                                      <a:pt x="303" y="7"/>
                                      <a:pt x="379" y="0"/>
                                      <a:pt x="439" y="20"/>
                                    </a:cubicBezTo>
                                    <a:cubicBezTo>
                                      <a:pt x="498" y="40"/>
                                      <a:pt x="552" y="64"/>
                                      <a:pt x="581" y="137"/>
                                    </a:cubicBezTo>
                                    <a:cubicBezTo>
                                      <a:pt x="611" y="210"/>
                                      <a:pt x="623" y="294"/>
                                      <a:pt x="618" y="455"/>
                                    </a:cubicBezTo>
                                    <a:cubicBezTo>
                                      <a:pt x="613" y="615"/>
                                      <a:pt x="600" y="831"/>
                                      <a:pt x="555" y="1105"/>
                                    </a:cubicBezTo>
                                    <a:cubicBezTo>
                                      <a:pt x="510" y="1379"/>
                                      <a:pt x="317" y="1850"/>
                                      <a:pt x="348" y="2100"/>
                                    </a:cubicBezTo>
                                    <a:cubicBezTo>
                                      <a:pt x="379" y="2350"/>
                                      <a:pt x="800" y="2331"/>
                                      <a:pt x="742" y="2606"/>
                                    </a:cubicBezTo>
                                    <a:cubicBezTo>
                                      <a:pt x="684" y="2881"/>
                                      <a:pt x="155" y="3512"/>
                                      <a:pt x="0" y="37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A45B5" id="Freeform 338" o:spid="_x0000_s1026" style="position:absolute;margin-left:263.3pt;margin-top:180.45pt;width:40pt;height:187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0,3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" path="m227,15c303,7,379,,439,20v59,20,113,44,142,117c611,210,623,294,618,455v-5,160,-18,376,-63,650c510,1379,317,1850,348,2100v31,250,452,231,394,506c684,2881,155,3512,,3750e" filled="f">
                      <v:path arrowok="t" o:connecttype="custom" o:connectlocs="144145,9525;278765,12700;368935,86995;392430,288925;352425,701675;220980,1333500;471170,1654810;0,2381250" o:connectangles="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3632200</wp:posOffset>
                      </wp:positionH>
                      <wp:positionV relativeFrom="paragraph">
                        <wp:posOffset>833755</wp:posOffset>
                      </wp:positionV>
                      <wp:extent cx="549910" cy="3846830"/>
                      <wp:effectExtent l="8890" t="7620" r="12700" b="12700"/>
                      <wp:wrapNone/>
                      <wp:docPr id="46" name="Freeform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910" cy="3846830"/>
                              </a:xfrm>
                              <a:custGeom>
                                <a:avLst/>
                                <a:gdLst>
                                  <a:gd name="T0" fmla="*/ 781 w 866"/>
                                  <a:gd name="T1" fmla="*/ 0 h 6058"/>
                                  <a:gd name="T2" fmla="*/ 849 w 866"/>
                                  <a:gd name="T3" fmla="*/ 1092 h 6058"/>
                                  <a:gd name="T4" fmla="*/ 858 w 866"/>
                                  <a:gd name="T5" fmla="*/ 1748 h 6058"/>
                                  <a:gd name="T6" fmla="*/ 798 w 866"/>
                                  <a:gd name="T7" fmla="*/ 2428 h 6058"/>
                                  <a:gd name="T8" fmla="*/ 580 w 866"/>
                                  <a:gd name="T9" fmla="*/ 3420 h 6058"/>
                                  <a:gd name="T10" fmla="*/ 392 w 866"/>
                                  <a:gd name="T11" fmla="*/ 4234 h 6058"/>
                                  <a:gd name="T12" fmla="*/ 657 w 866"/>
                                  <a:gd name="T13" fmla="*/ 4510 h 6058"/>
                                  <a:gd name="T14" fmla="*/ 634 w 866"/>
                                  <a:gd name="T15" fmla="*/ 5063 h 6058"/>
                                  <a:gd name="T16" fmla="*/ 0 w 866"/>
                                  <a:gd name="T17" fmla="*/ 6058 h 60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866" h="6058">
                                    <a:moveTo>
                                      <a:pt x="781" y="0"/>
                                    </a:moveTo>
                                    <a:cubicBezTo>
                                      <a:pt x="809" y="400"/>
                                      <a:pt x="836" y="800"/>
                                      <a:pt x="849" y="1092"/>
                                    </a:cubicBezTo>
                                    <a:cubicBezTo>
                                      <a:pt x="862" y="1383"/>
                                      <a:pt x="866" y="1525"/>
                                      <a:pt x="858" y="1748"/>
                                    </a:cubicBezTo>
                                    <a:cubicBezTo>
                                      <a:pt x="849" y="1970"/>
                                      <a:pt x="845" y="2150"/>
                                      <a:pt x="798" y="2428"/>
                                    </a:cubicBezTo>
                                    <a:cubicBezTo>
                                      <a:pt x="752" y="2707"/>
                                      <a:pt x="648" y="3119"/>
                                      <a:pt x="580" y="3420"/>
                                    </a:cubicBezTo>
                                    <a:cubicBezTo>
                                      <a:pt x="512" y="3721"/>
                                      <a:pt x="379" y="4052"/>
                                      <a:pt x="392" y="4234"/>
                                    </a:cubicBezTo>
                                    <a:cubicBezTo>
                                      <a:pt x="405" y="4416"/>
                                      <a:pt x="617" y="4372"/>
                                      <a:pt x="657" y="4510"/>
                                    </a:cubicBezTo>
                                    <a:cubicBezTo>
                                      <a:pt x="697" y="4648"/>
                                      <a:pt x="743" y="4805"/>
                                      <a:pt x="634" y="5063"/>
                                    </a:cubicBezTo>
                                    <a:cubicBezTo>
                                      <a:pt x="525" y="5321"/>
                                      <a:pt x="132" y="5851"/>
                                      <a:pt x="0" y="605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BC824" id="Freeform 339" o:spid="_x0000_s1026" style="position:absolute;margin-left:286pt;margin-top:65.65pt;width:43.3pt;height:302.9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6,6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" path="m781,v28,400,55,800,68,1092c862,1383,866,1525,858,1748v-9,222,-13,402,-60,680c752,2707,648,3119,580,3420v-68,301,-201,632,-188,814c405,4416,617,4372,657,4510v40,138,86,295,-23,553c525,5321,132,5851,,6058e" filled="f">
                      <v:path arrowok="t" o:connecttype="custom" o:connectlocs="495935,0;539115,693420;544830,1109980;506730,1541780;368300,2171700;248920,2688590;417195,2863850;402590,3215005;0,3846830" o:connectangles="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4100830</wp:posOffset>
                      </wp:positionV>
                      <wp:extent cx="1360805" cy="584835"/>
                      <wp:effectExtent l="7620" t="7620" r="12700" b="7620"/>
                      <wp:wrapNone/>
                      <wp:docPr id="45" name="Freeform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0805" cy="584835"/>
                              </a:xfrm>
                              <a:custGeom>
                                <a:avLst/>
                                <a:gdLst>
                                  <a:gd name="T0" fmla="*/ 1800 w 1800"/>
                                  <a:gd name="T1" fmla="*/ 68 h 774"/>
                                  <a:gd name="T2" fmla="*/ 1370 w 1800"/>
                                  <a:gd name="T3" fmla="*/ 5 h 774"/>
                                  <a:gd name="T4" fmla="*/ 876 w 1800"/>
                                  <a:gd name="T5" fmla="*/ 40 h 774"/>
                                  <a:gd name="T6" fmla="*/ 403 w 1800"/>
                                  <a:gd name="T7" fmla="*/ 231 h 774"/>
                                  <a:gd name="T8" fmla="*/ 127 w 1800"/>
                                  <a:gd name="T9" fmla="*/ 520 h 774"/>
                                  <a:gd name="T10" fmla="*/ 0 w 1800"/>
                                  <a:gd name="T11" fmla="*/ 774 h 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0" h="774">
                                    <a:moveTo>
                                      <a:pt x="1800" y="68"/>
                                    </a:moveTo>
                                    <a:cubicBezTo>
                                      <a:pt x="1661" y="39"/>
                                      <a:pt x="1524" y="10"/>
                                      <a:pt x="1370" y="5"/>
                                    </a:cubicBezTo>
                                    <a:cubicBezTo>
                                      <a:pt x="1216" y="0"/>
                                      <a:pt x="1037" y="2"/>
                                      <a:pt x="876" y="40"/>
                                    </a:cubicBezTo>
                                    <a:cubicBezTo>
                                      <a:pt x="715" y="78"/>
                                      <a:pt x="528" y="151"/>
                                      <a:pt x="403" y="231"/>
                                    </a:cubicBezTo>
                                    <a:cubicBezTo>
                                      <a:pt x="278" y="311"/>
                                      <a:pt x="194" y="430"/>
                                      <a:pt x="127" y="520"/>
                                    </a:cubicBezTo>
                                    <a:cubicBezTo>
                                      <a:pt x="60" y="610"/>
                                      <a:pt x="30" y="692"/>
                                      <a:pt x="0" y="77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A55BC" id="Freeform 341" o:spid="_x0000_s1026" style="position:absolute;margin-left:320.4pt;margin-top:322.9pt;width:107.15pt;height:46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" path="m1800,68c1661,39,1524,10,1370,5,1216,,1037,2,876,40,715,78,528,151,403,231,278,311,194,430,127,520,60,610,30,692,,774e" filled="f">
                      <v:path arrowok="t" o:connecttype="custom" o:connectlocs="1360805,51381;1035724,3778;662258,30224;304669,174544;96012,392912;0,584835" o:connectangles="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3813810</wp:posOffset>
                      </wp:positionH>
                      <wp:positionV relativeFrom="paragraph">
                        <wp:posOffset>3187065</wp:posOffset>
                      </wp:positionV>
                      <wp:extent cx="340360" cy="1493520"/>
                      <wp:effectExtent l="9525" t="8255" r="12065" b="12700"/>
                      <wp:wrapNone/>
                      <wp:docPr id="44" name="Freeform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0360" cy="1493520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1976 h 1976"/>
                                  <a:gd name="T2" fmla="*/ 105 w 450"/>
                                  <a:gd name="T3" fmla="*/ 1750 h 1976"/>
                                  <a:gd name="T4" fmla="*/ 261 w 450"/>
                                  <a:gd name="T5" fmla="*/ 1468 h 1976"/>
                                  <a:gd name="T6" fmla="*/ 423 w 450"/>
                                  <a:gd name="T7" fmla="*/ 1171 h 1976"/>
                                  <a:gd name="T8" fmla="*/ 423 w 450"/>
                                  <a:gd name="T9" fmla="*/ 783 h 1976"/>
                                  <a:gd name="T10" fmla="*/ 338 w 450"/>
                                  <a:gd name="T11" fmla="*/ 346 h 1976"/>
                                  <a:gd name="T12" fmla="*/ 218 w 450"/>
                                  <a:gd name="T13" fmla="*/ 0 h 19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0" h="1976">
                                    <a:moveTo>
                                      <a:pt x="0" y="1976"/>
                                    </a:moveTo>
                                    <a:cubicBezTo>
                                      <a:pt x="17" y="1938"/>
                                      <a:pt x="62" y="1835"/>
                                      <a:pt x="105" y="1750"/>
                                    </a:cubicBezTo>
                                    <a:cubicBezTo>
                                      <a:pt x="148" y="1665"/>
                                      <a:pt x="208" y="1564"/>
                                      <a:pt x="261" y="1468"/>
                                    </a:cubicBezTo>
                                    <a:cubicBezTo>
                                      <a:pt x="314" y="1372"/>
                                      <a:pt x="396" y="1285"/>
                                      <a:pt x="423" y="1171"/>
                                    </a:cubicBezTo>
                                    <a:cubicBezTo>
                                      <a:pt x="450" y="1057"/>
                                      <a:pt x="437" y="920"/>
                                      <a:pt x="423" y="783"/>
                                    </a:cubicBezTo>
                                    <a:cubicBezTo>
                                      <a:pt x="409" y="646"/>
                                      <a:pt x="372" y="476"/>
                                      <a:pt x="338" y="346"/>
                                    </a:cubicBezTo>
                                    <a:cubicBezTo>
                                      <a:pt x="304" y="216"/>
                                      <a:pt x="243" y="72"/>
                                      <a:pt x="21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0292E" id="Freeform 340" o:spid="_x0000_s1026" style="position:absolute;margin-left:300.3pt;margin-top:250.95pt;width:26.8pt;height:117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0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" path="m,1976v17,-38,62,-141,105,-226c148,1665,208,1564,261,1468v53,-96,135,-183,162,-297c450,1057,437,920,423,783,409,646,372,476,338,346,304,216,243,72,218,e" filled="f">
                      <v:path arrowok="t" o:connecttype="custom" o:connectlocs="0,1493520;79417,1322702;197409,1109558;319938,885077;319938,591815;255648,261517;164886,0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2291715</wp:posOffset>
                      </wp:positionV>
                      <wp:extent cx="628015" cy="2381250"/>
                      <wp:effectExtent l="5080" t="8255" r="5080" b="10795"/>
                      <wp:wrapNone/>
                      <wp:docPr id="43" name="Freeform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015" cy="2381250"/>
                              </a:xfrm>
                              <a:custGeom>
                                <a:avLst/>
                                <a:gdLst>
                                  <a:gd name="T0" fmla="*/ 311 w 831"/>
                                  <a:gd name="T1" fmla="*/ 13 h 3150"/>
                                  <a:gd name="T2" fmla="*/ 164 w 831"/>
                                  <a:gd name="T3" fmla="*/ 8 h 3150"/>
                                  <a:gd name="T4" fmla="*/ 44 w 831"/>
                                  <a:gd name="T5" fmla="*/ 62 h 3150"/>
                                  <a:gd name="T6" fmla="*/ 4 w 831"/>
                                  <a:gd name="T7" fmla="*/ 257 h 3150"/>
                                  <a:gd name="T8" fmla="*/ 67 w 831"/>
                                  <a:gd name="T9" fmla="*/ 675 h 3150"/>
                                  <a:gd name="T10" fmla="*/ 373 w 831"/>
                                  <a:gd name="T11" fmla="*/ 1790 h 3150"/>
                                  <a:gd name="T12" fmla="*/ 831 w 831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31" h="3150">
                                    <a:moveTo>
                                      <a:pt x="311" y="13"/>
                                    </a:moveTo>
                                    <a:cubicBezTo>
                                      <a:pt x="259" y="6"/>
                                      <a:pt x="208" y="0"/>
                                      <a:pt x="164" y="8"/>
                                    </a:cubicBezTo>
                                    <a:cubicBezTo>
                                      <a:pt x="120" y="16"/>
                                      <a:pt x="71" y="21"/>
                                      <a:pt x="44" y="62"/>
                                    </a:cubicBezTo>
                                    <a:cubicBezTo>
                                      <a:pt x="17" y="103"/>
                                      <a:pt x="0" y="155"/>
                                      <a:pt x="4" y="257"/>
                                    </a:cubicBezTo>
                                    <a:cubicBezTo>
                                      <a:pt x="8" y="359"/>
                                      <a:pt x="6" y="420"/>
                                      <a:pt x="67" y="675"/>
                                    </a:cubicBezTo>
                                    <a:cubicBezTo>
                                      <a:pt x="128" y="930"/>
                                      <a:pt x="246" y="1378"/>
                                      <a:pt x="373" y="1790"/>
                                    </a:cubicBezTo>
                                    <a:cubicBezTo>
                                      <a:pt x="500" y="2202"/>
                                      <a:pt x="665" y="2676"/>
                                      <a:pt x="831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F65A1" id="Freeform 337" o:spid="_x0000_s1026" style="position:absolute;margin-left:188.95pt;margin-top:180.45pt;width:49.45pt;height:187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1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" path="m311,13c259,6,208,,164,8,120,16,71,21,44,62,17,103,,155,4,257,8,359,6,420,67,675v61,255,179,703,306,1115c500,2202,665,2676,831,3150e" filled="f">
                      <v:path arrowok="t" o:connecttype="custom" o:connectlocs="235033,9827;123940,6048;33252,46869;3023,194280;50634,510268;281889,1353155;628015,2381250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2945765</wp:posOffset>
                      </wp:positionV>
                      <wp:extent cx="1459865" cy="1186815"/>
                      <wp:effectExtent l="6985" t="5080" r="9525" b="8255"/>
                      <wp:wrapNone/>
                      <wp:docPr id="42" name="Freeform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9865" cy="1186815"/>
                              </a:xfrm>
                              <a:custGeom>
                                <a:avLst/>
                                <a:gdLst>
                                  <a:gd name="T0" fmla="*/ 0 w 1932"/>
                                  <a:gd name="T1" fmla="*/ 1570 h 1570"/>
                                  <a:gd name="T2" fmla="*/ 438 w 1932"/>
                                  <a:gd name="T3" fmla="*/ 1363 h 1570"/>
                                  <a:gd name="T4" fmla="*/ 1003 w 1932"/>
                                  <a:gd name="T5" fmla="*/ 1265 h 1570"/>
                                  <a:gd name="T6" fmla="*/ 1411 w 1932"/>
                                  <a:gd name="T7" fmla="*/ 1289 h 1570"/>
                                  <a:gd name="T8" fmla="*/ 1609 w 1932"/>
                                  <a:gd name="T9" fmla="*/ 1199 h 1570"/>
                                  <a:gd name="T10" fmla="*/ 1720 w 1932"/>
                                  <a:gd name="T11" fmla="*/ 629 h 1570"/>
                                  <a:gd name="T12" fmla="*/ 1932 w 1932"/>
                                  <a:gd name="T13" fmla="*/ 0 h 15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32" h="1570">
                                    <a:moveTo>
                                      <a:pt x="0" y="1570"/>
                                    </a:moveTo>
                                    <a:cubicBezTo>
                                      <a:pt x="73" y="1536"/>
                                      <a:pt x="271" y="1414"/>
                                      <a:pt x="438" y="1363"/>
                                    </a:cubicBezTo>
                                    <a:cubicBezTo>
                                      <a:pt x="605" y="1312"/>
                                      <a:pt x="841" y="1277"/>
                                      <a:pt x="1003" y="1265"/>
                                    </a:cubicBezTo>
                                    <a:cubicBezTo>
                                      <a:pt x="1165" y="1253"/>
                                      <a:pt x="1310" y="1300"/>
                                      <a:pt x="1411" y="1289"/>
                                    </a:cubicBezTo>
                                    <a:cubicBezTo>
                                      <a:pt x="1512" y="1278"/>
                                      <a:pt x="1558" y="1309"/>
                                      <a:pt x="1609" y="1199"/>
                                    </a:cubicBezTo>
                                    <a:cubicBezTo>
                                      <a:pt x="1660" y="1088"/>
                                      <a:pt x="1666" y="829"/>
                                      <a:pt x="1720" y="629"/>
                                    </a:cubicBezTo>
                                    <a:cubicBezTo>
                                      <a:pt x="1773" y="429"/>
                                      <a:pt x="1888" y="130"/>
                                      <a:pt x="193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82838" id="Freeform 336" o:spid="_x0000_s1026" style="position:absolute;margin-left:57.85pt;margin-top:231.95pt;width:114.95pt;height:93.4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2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" path="m,1570v73,-34,271,-156,438,-207c605,1312,841,1277,1003,1265v162,-12,307,35,408,24c1512,1278,1558,1309,1609,1199v51,-111,57,-370,111,-570c1773,429,1888,130,1932,e" filled="f">
                      <v:path arrowok="t" o:connecttype="custom" o:connectlocs="0,1186815;330963,1030337;757891,956255;1066185,974398;1215799,906364;1299673,475482;1459865,0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4013200</wp:posOffset>
                      </wp:positionH>
                      <wp:positionV relativeFrom="paragraph">
                        <wp:posOffset>2978150</wp:posOffset>
                      </wp:positionV>
                      <wp:extent cx="1416685" cy="1044575"/>
                      <wp:effectExtent l="8890" t="8890" r="12700" b="13335"/>
                      <wp:wrapNone/>
                      <wp:docPr id="41" name="Freeform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685" cy="1044575"/>
                              </a:xfrm>
                              <a:custGeom>
                                <a:avLst/>
                                <a:gdLst>
                                  <a:gd name="T0" fmla="*/ 1874 w 1874"/>
                                  <a:gd name="T1" fmla="*/ 1292 h 1382"/>
                                  <a:gd name="T2" fmla="*/ 1380 w 1874"/>
                                  <a:gd name="T3" fmla="*/ 1236 h 1382"/>
                                  <a:gd name="T4" fmla="*/ 833 w 1874"/>
                                  <a:gd name="T5" fmla="*/ 1289 h 1382"/>
                                  <a:gd name="T6" fmla="*/ 459 w 1874"/>
                                  <a:gd name="T7" fmla="*/ 1351 h 1382"/>
                                  <a:gd name="T8" fmla="*/ 350 w 1874"/>
                                  <a:gd name="T9" fmla="*/ 1102 h 1382"/>
                                  <a:gd name="T10" fmla="*/ 221 w 1874"/>
                                  <a:gd name="T11" fmla="*/ 552 h 1382"/>
                                  <a:gd name="T12" fmla="*/ 0 w 1874"/>
                                  <a:gd name="T13" fmla="*/ 0 h 1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4" h="1382">
                                    <a:moveTo>
                                      <a:pt x="1874" y="1292"/>
                                    </a:moveTo>
                                    <a:cubicBezTo>
                                      <a:pt x="1792" y="1284"/>
                                      <a:pt x="1553" y="1236"/>
                                      <a:pt x="1380" y="1236"/>
                                    </a:cubicBezTo>
                                    <a:cubicBezTo>
                                      <a:pt x="1207" y="1236"/>
                                      <a:pt x="986" y="1270"/>
                                      <a:pt x="833" y="1289"/>
                                    </a:cubicBezTo>
                                    <a:cubicBezTo>
                                      <a:pt x="680" y="1308"/>
                                      <a:pt x="540" y="1382"/>
                                      <a:pt x="459" y="1351"/>
                                    </a:cubicBezTo>
                                    <a:cubicBezTo>
                                      <a:pt x="378" y="1320"/>
                                      <a:pt x="390" y="1235"/>
                                      <a:pt x="350" y="1102"/>
                                    </a:cubicBezTo>
                                    <a:cubicBezTo>
                                      <a:pt x="310" y="969"/>
                                      <a:pt x="279" y="736"/>
                                      <a:pt x="221" y="552"/>
                                    </a:cubicBezTo>
                                    <a:cubicBezTo>
                                      <a:pt x="163" y="368"/>
                                      <a:pt x="45" y="1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CB6B1" id="Freeform 335" o:spid="_x0000_s1026" style="position:absolute;margin-left:316pt;margin-top:234.5pt;width:111.55pt;height:82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4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" path="m1874,1292v-82,-8,-321,-56,-494,-56c1207,1236,986,1270,833,1289v-153,19,-293,93,-374,62c378,1320,390,1235,350,1102,310,969,279,736,221,552,163,368,45,115,,e" filled="f">
                      <v:path arrowok="t" o:connecttype="custom" o:connectlocs="1416685,976549;1043237,934222;629722,974282;346990,1021144;264589,832939;167069,417225;0,0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3492500</wp:posOffset>
                      </wp:positionH>
                      <wp:positionV relativeFrom="paragraph">
                        <wp:posOffset>1727835</wp:posOffset>
                      </wp:positionV>
                      <wp:extent cx="179705" cy="508635"/>
                      <wp:effectExtent l="12065" t="6350" r="8255" b="8890"/>
                      <wp:wrapNone/>
                      <wp:docPr id="40" name="Freeform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508635"/>
                              </a:xfrm>
                              <a:custGeom>
                                <a:avLst/>
                                <a:gdLst>
                                  <a:gd name="T0" fmla="*/ 160 w 238"/>
                                  <a:gd name="T1" fmla="*/ 0 h 673"/>
                                  <a:gd name="T2" fmla="*/ 198 w 238"/>
                                  <a:gd name="T3" fmla="*/ 291 h 673"/>
                                  <a:gd name="T4" fmla="*/ 205 w 238"/>
                                  <a:gd name="T5" fmla="*/ 609 h 673"/>
                                  <a:gd name="T6" fmla="*/ 0 w 238"/>
                                  <a:gd name="T7" fmla="*/ 673 h 6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8" h="673">
                                    <a:moveTo>
                                      <a:pt x="160" y="0"/>
                                    </a:moveTo>
                                    <a:cubicBezTo>
                                      <a:pt x="166" y="48"/>
                                      <a:pt x="191" y="190"/>
                                      <a:pt x="198" y="291"/>
                                    </a:cubicBezTo>
                                    <a:cubicBezTo>
                                      <a:pt x="205" y="392"/>
                                      <a:pt x="238" y="545"/>
                                      <a:pt x="205" y="609"/>
                                    </a:cubicBezTo>
                                    <a:cubicBezTo>
                                      <a:pt x="172" y="673"/>
                                      <a:pt x="43" y="660"/>
                                      <a:pt x="0" y="67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A8F5C" id="Freeform 334" o:spid="_x0000_s1026" style="position:absolute;margin-left:275pt;margin-top:136.05pt;width:14.15pt;height:40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" path="m160,v6,48,31,190,38,291c205,392,238,545,205,609,172,673,43,660,,673e" filled="f">
                      <v:path arrowok="t" o:connecttype="custom" o:connectlocs="120810,0;149502,219930;154788,460266;0,508635" o:connectangles="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1729740</wp:posOffset>
                      </wp:positionV>
                      <wp:extent cx="183515" cy="514350"/>
                      <wp:effectExtent l="11430" t="8255" r="5080" b="10795"/>
                      <wp:wrapNone/>
                      <wp:docPr id="39" name="Freeform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515" cy="514350"/>
                              </a:xfrm>
                              <a:custGeom>
                                <a:avLst/>
                                <a:gdLst>
                                  <a:gd name="T0" fmla="*/ 67 w 243"/>
                                  <a:gd name="T1" fmla="*/ 0 h 681"/>
                                  <a:gd name="T2" fmla="*/ 35 w 243"/>
                                  <a:gd name="T3" fmla="*/ 300 h 681"/>
                                  <a:gd name="T4" fmla="*/ 35 w 243"/>
                                  <a:gd name="T5" fmla="*/ 619 h 681"/>
                                  <a:gd name="T6" fmla="*/ 243 w 243"/>
                                  <a:gd name="T7" fmla="*/ 67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3" h="681">
                                    <a:moveTo>
                                      <a:pt x="67" y="0"/>
                                    </a:moveTo>
                                    <a:cubicBezTo>
                                      <a:pt x="56" y="99"/>
                                      <a:pt x="40" y="197"/>
                                      <a:pt x="35" y="300"/>
                                    </a:cubicBezTo>
                                    <a:cubicBezTo>
                                      <a:pt x="29" y="403"/>
                                      <a:pt x="0" y="557"/>
                                      <a:pt x="35" y="619"/>
                                    </a:cubicBezTo>
                                    <a:cubicBezTo>
                                      <a:pt x="70" y="681"/>
                                      <a:pt x="200" y="660"/>
                                      <a:pt x="243" y="67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D5174" id="Freeform 333" o:spid="_x0000_s1026" style="position:absolute;margin-left:193.2pt;margin-top:136.2pt;width:14.45pt;height:40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" path="m67,c56,99,40,197,35,300,29,403,,557,35,619v35,62,165,41,208,52e" filled="f">
                      <v:path arrowok="t" o:connecttype="custom" o:connectlocs="50599,0;26432,226586;26432,467522;183515,506797" o:connectangles="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3738245</wp:posOffset>
                      </wp:positionH>
                      <wp:positionV relativeFrom="paragraph">
                        <wp:posOffset>770255</wp:posOffset>
                      </wp:positionV>
                      <wp:extent cx="245745" cy="1574800"/>
                      <wp:effectExtent l="10160" t="10795" r="10795" b="5080"/>
                      <wp:wrapNone/>
                      <wp:docPr id="38" name="Freeform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5745" cy="1574800"/>
                              </a:xfrm>
                              <a:custGeom>
                                <a:avLst/>
                                <a:gdLst>
                                  <a:gd name="T0" fmla="*/ 156 w 180"/>
                                  <a:gd name="T1" fmla="*/ 0 h 1377"/>
                                  <a:gd name="T2" fmla="*/ 170 w 180"/>
                                  <a:gd name="T3" fmla="*/ 606 h 1377"/>
                                  <a:gd name="T4" fmla="*/ 95 w 180"/>
                                  <a:gd name="T5" fmla="*/ 1062 h 1377"/>
                                  <a:gd name="T6" fmla="*/ 65 w 180"/>
                                  <a:gd name="T7" fmla="*/ 1338 h 1377"/>
                                  <a:gd name="T8" fmla="*/ 0 w 180"/>
                                  <a:gd name="T9" fmla="*/ 828 h 13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0" h="1377">
                                    <a:moveTo>
                                      <a:pt x="156" y="0"/>
                                    </a:moveTo>
                                    <a:cubicBezTo>
                                      <a:pt x="159" y="101"/>
                                      <a:pt x="180" y="429"/>
                                      <a:pt x="170" y="606"/>
                                    </a:cubicBezTo>
                                    <a:cubicBezTo>
                                      <a:pt x="160" y="783"/>
                                      <a:pt x="113" y="940"/>
                                      <a:pt x="95" y="1062"/>
                                    </a:cubicBezTo>
                                    <a:cubicBezTo>
                                      <a:pt x="78" y="1184"/>
                                      <a:pt x="81" y="1377"/>
                                      <a:pt x="65" y="1338"/>
                                    </a:cubicBezTo>
                                    <a:cubicBezTo>
                                      <a:pt x="49" y="1299"/>
                                      <a:pt x="14" y="934"/>
                                      <a:pt x="0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507D7" id="Freeform 332" o:spid="_x0000_s1026" style="position:absolute;margin-left:294.35pt;margin-top:60.65pt;width:19.35pt;height:12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" path="m156,v3,101,24,429,14,606c160,783,113,940,95,1062,78,1184,81,1377,65,1338,49,1299,14,934,,828e" filled="f">
                      <v:path arrowok="t" o:connecttype="custom" o:connectlocs="212979,0;232093,693049;129699,1214552;88741,1530198;0,946939" o:connectangles="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2165350</wp:posOffset>
                      </wp:positionH>
                      <wp:positionV relativeFrom="paragraph">
                        <wp:posOffset>776605</wp:posOffset>
                      </wp:positionV>
                      <wp:extent cx="226695" cy="1583055"/>
                      <wp:effectExtent l="8890" t="7620" r="12065" b="9525"/>
                      <wp:wrapNone/>
                      <wp:docPr id="37" name="Freeform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695" cy="1583055"/>
                              </a:xfrm>
                              <a:custGeom>
                                <a:avLst/>
                                <a:gdLst>
                                  <a:gd name="T0" fmla="*/ 10 w 166"/>
                                  <a:gd name="T1" fmla="*/ 0 h 1384"/>
                                  <a:gd name="T2" fmla="*/ 10 w 166"/>
                                  <a:gd name="T3" fmla="*/ 612 h 1384"/>
                                  <a:gd name="T4" fmla="*/ 70 w 166"/>
                                  <a:gd name="T5" fmla="*/ 1068 h 1384"/>
                                  <a:gd name="T6" fmla="*/ 94 w 166"/>
                                  <a:gd name="T7" fmla="*/ 1344 h 1384"/>
                                  <a:gd name="T8" fmla="*/ 166 w 166"/>
                                  <a:gd name="T9" fmla="*/ 828 h 1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6" h="1384">
                                    <a:moveTo>
                                      <a:pt x="10" y="0"/>
                                    </a:moveTo>
                                    <a:cubicBezTo>
                                      <a:pt x="5" y="217"/>
                                      <a:pt x="0" y="434"/>
                                      <a:pt x="10" y="612"/>
                                    </a:cubicBezTo>
                                    <a:cubicBezTo>
                                      <a:pt x="20" y="790"/>
                                      <a:pt x="56" y="946"/>
                                      <a:pt x="70" y="1068"/>
                                    </a:cubicBezTo>
                                    <a:cubicBezTo>
                                      <a:pt x="84" y="1190"/>
                                      <a:pt x="78" y="1384"/>
                                      <a:pt x="94" y="1344"/>
                                    </a:cubicBezTo>
                                    <a:cubicBezTo>
                                      <a:pt x="110" y="1304"/>
                                      <a:pt x="138" y="1066"/>
                                      <a:pt x="166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65E3B" id="Freeform 331" o:spid="_x0000_s1026" style="position:absolute;margin-left:170.5pt;margin-top:61.15pt;width:17.85pt;height:124.6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6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" path="m10,c5,217,,434,10,612v10,178,46,334,60,456c84,1190,78,1384,94,1344v16,-40,44,-278,72,-516e" filled="f">
                      <v:path arrowok="t" o:connecttype="custom" o:connectlocs="13656,0;13656,700021;95594,1221606;128369,1537302;226695,947088" o:connectangles="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4102735</wp:posOffset>
                      </wp:positionV>
                      <wp:extent cx="1859280" cy="579755"/>
                      <wp:effectExtent l="6985" t="9525" r="10160" b="10795"/>
                      <wp:wrapNone/>
                      <wp:docPr id="35" name="Freeform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9280" cy="579755"/>
                              </a:xfrm>
                              <a:custGeom>
                                <a:avLst/>
                                <a:gdLst>
                                  <a:gd name="T0" fmla="*/ 2460 w 2460"/>
                                  <a:gd name="T1" fmla="*/ 767 h 767"/>
                                  <a:gd name="T2" fmla="*/ 2092 w 2460"/>
                                  <a:gd name="T3" fmla="*/ 287 h 767"/>
                                  <a:gd name="T4" fmla="*/ 1336 w 2460"/>
                                  <a:gd name="T5" fmla="*/ 30 h 767"/>
                                  <a:gd name="T6" fmla="*/ 545 w 2460"/>
                                  <a:gd name="T7" fmla="*/ 107 h 767"/>
                                  <a:gd name="T8" fmla="*/ 0 w 2460"/>
                                  <a:gd name="T9" fmla="*/ 363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60" h="767">
                                    <a:moveTo>
                                      <a:pt x="2460" y="767"/>
                                    </a:moveTo>
                                    <a:cubicBezTo>
                                      <a:pt x="2399" y="687"/>
                                      <a:pt x="2279" y="410"/>
                                      <a:pt x="2092" y="287"/>
                                    </a:cubicBezTo>
                                    <a:cubicBezTo>
                                      <a:pt x="1905" y="164"/>
                                      <a:pt x="1594" y="60"/>
                                      <a:pt x="1336" y="30"/>
                                    </a:cubicBezTo>
                                    <a:cubicBezTo>
                                      <a:pt x="1078" y="0"/>
                                      <a:pt x="768" y="51"/>
                                      <a:pt x="545" y="107"/>
                                    </a:cubicBezTo>
                                    <a:cubicBezTo>
                                      <a:pt x="323" y="162"/>
                                      <a:pt x="113" y="309"/>
                                      <a:pt x="0" y="36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9E87C" id="Freeform 329" o:spid="_x0000_s1026" style="position:absolute;margin-left:57.85pt;margin-top:323.05pt;width:146.4pt;height:45.6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0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" path="m2460,767c2399,687,2279,410,2092,287,1905,164,1594,60,1336,30,1078,,768,51,545,107,323,162,113,309,,363e" filled="f">
                      <v:path arrowok="t" o:connecttype="custom" o:connectlocs="1859280,579755;1581144,216936;1009755,22676;411914,80878;0,274382" o:connectangles="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-13335</wp:posOffset>
                      </wp:positionV>
                      <wp:extent cx="285115" cy="167005"/>
                      <wp:effectExtent l="1270" t="8255" r="8890" b="5715"/>
                      <wp:wrapNone/>
                      <wp:docPr id="34" name="Freeform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167005"/>
                              </a:xfrm>
                              <a:custGeom>
                                <a:avLst/>
                                <a:gdLst>
                                  <a:gd name="T0" fmla="*/ 10 w 266"/>
                                  <a:gd name="T1" fmla="*/ 154 h 156"/>
                                  <a:gd name="T2" fmla="*/ 176 w 266"/>
                                  <a:gd name="T3" fmla="*/ 20 h 156"/>
                                  <a:gd name="T4" fmla="*/ 238 w 266"/>
                                  <a:gd name="T5" fmla="*/ 31 h 156"/>
                                  <a:gd name="T6" fmla="*/ 10 w 266"/>
                                  <a:gd name="T7" fmla="*/ 154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6" h="156">
                                    <a:moveTo>
                                      <a:pt x="10" y="154"/>
                                    </a:moveTo>
                                    <a:cubicBezTo>
                                      <a:pt x="0" y="152"/>
                                      <a:pt x="138" y="40"/>
                                      <a:pt x="176" y="20"/>
                                    </a:cubicBezTo>
                                    <a:cubicBezTo>
                                      <a:pt x="214" y="0"/>
                                      <a:pt x="266" y="9"/>
                                      <a:pt x="238" y="31"/>
                                    </a:cubicBezTo>
                                    <a:cubicBezTo>
                                      <a:pt x="210" y="53"/>
                                      <a:pt x="20" y="156"/>
                                      <a:pt x="10" y="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581BE" id="Freeform 328" o:spid="_x0000_s1026" style="position:absolute;margin-left:209.65pt;margin-top:-1.05pt;width:22.45pt;height:13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" path="m10,154c,152,138,40,176,20,214,,266,9,238,31,210,53,20,156,10,154xe" fillcolor="#ddd" stroked="f">
                      <v:path arrowok="t" o:connecttype="custom" o:connectlocs="10719,164864;188648,21411;255103,33187;10719,164864" o:connectangles="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-5715</wp:posOffset>
                      </wp:positionV>
                      <wp:extent cx="650240" cy="1102995"/>
                      <wp:effectExtent l="1905" t="6350" r="5080" b="5080"/>
                      <wp:wrapNone/>
                      <wp:docPr id="33" name="Freeform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240" cy="1102995"/>
                              </a:xfrm>
                              <a:custGeom>
                                <a:avLst/>
                                <a:gdLst>
                                  <a:gd name="T0" fmla="*/ 544 w 607"/>
                                  <a:gd name="T1" fmla="*/ 0 h 1030"/>
                                  <a:gd name="T2" fmla="*/ 589 w 607"/>
                                  <a:gd name="T3" fmla="*/ 349 h 1030"/>
                                  <a:gd name="T4" fmla="*/ 438 w 607"/>
                                  <a:gd name="T5" fmla="*/ 917 h 1030"/>
                                  <a:gd name="T6" fmla="*/ 145 w 607"/>
                                  <a:gd name="T7" fmla="*/ 1025 h 1030"/>
                                  <a:gd name="T8" fmla="*/ 1 w 607"/>
                                  <a:gd name="T9" fmla="*/ 930 h 1030"/>
                                  <a:gd name="T10" fmla="*/ 151 w 607"/>
                                  <a:gd name="T11" fmla="*/ 971 h 1030"/>
                                  <a:gd name="T12" fmla="*/ 390 w 607"/>
                                  <a:gd name="T13" fmla="*/ 892 h 1030"/>
                                  <a:gd name="T14" fmla="*/ 475 w 607"/>
                                  <a:gd name="T15" fmla="*/ 602 h 1030"/>
                                  <a:gd name="T16" fmla="*/ 457 w 607"/>
                                  <a:gd name="T17" fmla="*/ 284 h 1030"/>
                                  <a:gd name="T18" fmla="*/ 320 w 607"/>
                                  <a:gd name="T19" fmla="*/ 161 h 1030"/>
                                  <a:gd name="T20" fmla="*/ 151 w 607"/>
                                  <a:gd name="T21" fmla="*/ 287 h 1030"/>
                                  <a:gd name="T22" fmla="*/ 178 w 607"/>
                                  <a:gd name="T23" fmla="*/ 9 h 1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07" h="1030">
                                    <a:moveTo>
                                      <a:pt x="544" y="0"/>
                                    </a:moveTo>
                                    <a:cubicBezTo>
                                      <a:pt x="551" y="58"/>
                                      <a:pt x="607" y="196"/>
                                      <a:pt x="589" y="349"/>
                                    </a:cubicBezTo>
                                    <a:cubicBezTo>
                                      <a:pt x="571" y="502"/>
                                      <a:pt x="512" y="804"/>
                                      <a:pt x="438" y="917"/>
                                    </a:cubicBezTo>
                                    <a:cubicBezTo>
                                      <a:pt x="364" y="1030"/>
                                      <a:pt x="218" y="1023"/>
                                      <a:pt x="145" y="1025"/>
                                    </a:cubicBezTo>
                                    <a:cubicBezTo>
                                      <a:pt x="72" y="1027"/>
                                      <a:pt x="0" y="939"/>
                                      <a:pt x="1" y="930"/>
                                    </a:cubicBezTo>
                                    <a:cubicBezTo>
                                      <a:pt x="2" y="922"/>
                                      <a:pt x="86" y="977"/>
                                      <a:pt x="151" y="971"/>
                                    </a:cubicBezTo>
                                    <a:cubicBezTo>
                                      <a:pt x="216" y="964"/>
                                      <a:pt x="336" y="954"/>
                                      <a:pt x="390" y="892"/>
                                    </a:cubicBezTo>
                                    <a:cubicBezTo>
                                      <a:pt x="443" y="830"/>
                                      <a:pt x="464" y="704"/>
                                      <a:pt x="475" y="602"/>
                                    </a:cubicBezTo>
                                    <a:cubicBezTo>
                                      <a:pt x="487" y="501"/>
                                      <a:pt x="483" y="358"/>
                                      <a:pt x="457" y="284"/>
                                    </a:cubicBezTo>
                                    <a:cubicBezTo>
                                      <a:pt x="432" y="210"/>
                                      <a:pt x="371" y="161"/>
                                      <a:pt x="320" y="161"/>
                                    </a:cubicBezTo>
                                    <a:cubicBezTo>
                                      <a:pt x="269" y="161"/>
                                      <a:pt x="175" y="312"/>
                                      <a:pt x="151" y="287"/>
                                    </a:cubicBezTo>
                                    <a:cubicBezTo>
                                      <a:pt x="127" y="262"/>
                                      <a:pt x="173" y="67"/>
                                      <a:pt x="178" y="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B3956" id="Freeform 327" o:spid="_x0000_s1026" style="position:absolute;margin-left:363.45pt;margin-top:-.45pt;width:51.2pt;height:86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7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<v:path arrowok="t" o:connecttype="custom" o:connectlocs="582752,0;630958,373733;469201,981987;155329,1097641;1071,995908;161757,1039814;417782,955215;508837,644663;489555,304127;342795,172410;161757,307339;190680,9638" o:connectangles="0,0,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-5715</wp:posOffset>
                      </wp:positionV>
                      <wp:extent cx="668655" cy="1111250"/>
                      <wp:effectExtent l="1270" t="6350" r="6350" b="6350"/>
                      <wp:wrapNone/>
                      <wp:docPr id="32" name="Freeform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8655" cy="1111250"/>
                              </a:xfrm>
                              <a:custGeom>
                                <a:avLst/>
                                <a:gdLst>
                                  <a:gd name="T0" fmla="*/ 68 w 625"/>
                                  <a:gd name="T1" fmla="*/ 0 h 1038"/>
                                  <a:gd name="T2" fmla="*/ 19 w 625"/>
                                  <a:gd name="T3" fmla="*/ 302 h 1038"/>
                                  <a:gd name="T4" fmla="*/ 185 w 625"/>
                                  <a:gd name="T5" fmla="*/ 917 h 1038"/>
                                  <a:gd name="T6" fmla="*/ 479 w 625"/>
                                  <a:gd name="T7" fmla="*/ 1025 h 1038"/>
                                  <a:gd name="T8" fmla="*/ 623 w 625"/>
                                  <a:gd name="T9" fmla="*/ 930 h 1038"/>
                                  <a:gd name="T10" fmla="*/ 473 w 625"/>
                                  <a:gd name="T11" fmla="*/ 971 h 1038"/>
                                  <a:gd name="T12" fmla="*/ 234 w 625"/>
                                  <a:gd name="T13" fmla="*/ 892 h 1038"/>
                                  <a:gd name="T14" fmla="*/ 148 w 625"/>
                                  <a:gd name="T15" fmla="*/ 602 h 1038"/>
                                  <a:gd name="T16" fmla="*/ 166 w 625"/>
                                  <a:gd name="T17" fmla="*/ 284 h 1038"/>
                                  <a:gd name="T18" fmla="*/ 304 w 625"/>
                                  <a:gd name="T19" fmla="*/ 161 h 1038"/>
                                  <a:gd name="T20" fmla="*/ 473 w 625"/>
                                  <a:gd name="T21" fmla="*/ 287 h 1038"/>
                                  <a:gd name="T22" fmla="*/ 442 w 625"/>
                                  <a:gd name="T23" fmla="*/ 3 h 10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5" h="1038">
                                    <a:moveTo>
                                      <a:pt x="68" y="0"/>
                                    </a:moveTo>
                                    <a:cubicBezTo>
                                      <a:pt x="60" y="51"/>
                                      <a:pt x="0" y="149"/>
                                      <a:pt x="19" y="302"/>
                                    </a:cubicBezTo>
                                    <a:cubicBezTo>
                                      <a:pt x="38" y="455"/>
                                      <a:pt x="109" y="797"/>
                                      <a:pt x="185" y="917"/>
                                    </a:cubicBezTo>
                                    <a:cubicBezTo>
                                      <a:pt x="262" y="1038"/>
                                      <a:pt x="406" y="1023"/>
                                      <a:pt x="479" y="1025"/>
                                    </a:cubicBezTo>
                                    <a:cubicBezTo>
                                      <a:pt x="552" y="1027"/>
                                      <a:pt x="625" y="939"/>
                                      <a:pt x="623" y="930"/>
                                    </a:cubicBezTo>
                                    <a:cubicBezTo>
                                      <a:pt x="622" y="922"/>
                                      <a:pt x="538" y="977"/>
                                      <a:pt x="473" y="971"/>
                                    </a:cubicBezTo>
                                    <a:cubicBezTo>
                                      <a:pt x="407" y="964"/>
                                      <a:pt x="287" y="954"/>
                                      <a:pt x="234" y="892"/>
                                    </a:cubicBezTo>
                                    <a:cubicBezTo>
                                      <a:pt x="180" y="830"/>
                                      <a:pt x="160" y="704"/>
                                      <a:pt x="148" y="602"/>
                                    </a:cubicBezTo>
                                    <a:cubicBezTo>
                                      <a:pt x="137" y="501"/>
                                      <a:pt x="140" y="358"/>
                                      <a:pt x="166" y="284"/>
                                    </a:cubicBezTo>
                                    <a:cubicBezTo>
                                      <a:pt x="192" y="210"/>
                                      <a:pt x="253" y="161"/>
                                      <a:pt x="304" y="161"/>
                                    </a:cubicBezTo>
                                    <a:cubicBezTo>
                                      <a:pt x="355" y="161"/>
                                      <a:pt x="450" y="313"/>
                                      <a:pt x="473" y="287"/>
                                    </a:cubicBezTo>
                                    <a:cubicBezTo>
                                      <a:pt x="496" y="261"/>
                                      <a:pt x="448" y="62"/>
                                      <a:pt x="442" y="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974F" id="Freeform 326" o:spid="_x0000_s1026" style="position:absolute;margin-left:67.9pt;margin-top:-.45pt;width:52.65pt;height:87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5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<v:path arrowok="t" o:connecttype="custom" o:connectlocs="72750,0;20327,323312;197922,981711;512457,1097333;666515,995629;506038,1039522;250344,954947;158338,644482;177595,304041;325234,172362;506038,307253;472873,3212" o:connectangles="0,0,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233045</wp:posOffset>
                      </wp:positionV>
                      <wp:extent cx="257810" cy="547370"/>
                      <wp:effectExtent l="8890" t="6985" r="0" b="7620"/>
                      <wp:wrapNone/>
                      <wp:docPr id="31" name="Freeform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57810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16ACF" id="Freeform 325" o:spid="_x0000_s1026" style="position:absolute;margin-left:84.25pt;margin-top:18.35pt;width:20.3pt;height:43.1pt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86,163753;164304,4581;244452,133980;248459,353844;209721,534774;170983,430567;90835,322925;145603,348118;203042,430567;196363,240476;170983,51531;97514,89320;10686,163753" o:connectangles="0,0,0,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464185</wp:posOffset>
                      </wp:positionV>
                      <wp:extent cx="121285" cy="201295"/>
                      <wp:effectExtent l="3810" t="0" r="8255" b="8255"/>
                      <wp:wrapNone/>
                      <wp:docPr id="30" name="Freeform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D1836" id="Freeform 324" o:spid="_x0000_s1026" style="position:absolute;margin-left:101.1pt;margin-top:36.55pt;width:9.55pt;height:15.85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3587750</wp:posOffset>
                      </wp:positionV>
                      <wp:extent cx="1721485" cy="406400"/>
                      <wp:effectExtent l="7620" t="8890" r="4445" b="3810"/>
                      <wp:wrapNone/>
                      <wp:docPr id="29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1485" cy="406400"/>
                              </a:xfrm>
                              <a:custGeom>
                                <a:avLst/>
                                <a:gdLst>
                                  <a:gd name="T0" fmla="*/ 1608 w 1608"/>
                                  <a:gd name="T1" fmla="*/ 298 h 380"/>
                                  <a:gd name="T2" fmla="*/ 1267 w 1608"/>
                                  <a:gd name="T3" fmla="*/ 25 h 380"/>
                                  <a:gd name="T4" fmla="*/ 1013 w 1608"/>
                                  <a:gd name="T5" fmla="*/ 153 h 380"/>
                                  <a:gd name="T6" fmla="*/ 432 w 1608"/>
                                  <a:gd name="T7" fmla="*/ 268 h 380"/>
                                  <a:gd name="T8" fmla="*/ 46 w 1608"/>
                                  <a:gd name="T9" fmla="*/ 261 h 380"/>
                                  <a:gd name="T10" fmla="*/ 155 w 1608"/>
                                  <a:gd name="T11" fmla="*/ 325 h 380"/>
                                  <a:gd name="T12" fmla="*/ 413 w 1608"/>
                                  <a:gd name="T13" fmla="*/ 330 h 380"/>
                                  <a:gd name="T14" fmla="*/ 803 w 1608"/>
                                  <a:gd name="T15" fmla="*/ 298 h 380"/>
                                  <a:gd name="T16" fmla="*/ 1378 w 1608"/>
                                  <a:gd name="T17" fmla="*/ 368 h 380"/>
                                  <a:gd name="T18" fmla="*/ 1562 w 1608"/>
                                  <a:gd name="T19" fmla="*/ 368 h 380"/>
                                  <a:gd name="T20" fmla="*/ 1608 w 1608"/>
                                  <a:gd name="T21" fmla="*/ 298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608" h="380">
                                    <a:moveTo>
                                      <a:pt x="1608" y="298"/>
                                    </a:moveTo>
                                    <a:cubicBezTo>
                                      <a:pt x="1526" y="227"/>
                                      <a:pt x="1367" y="49"/>
                                      <a:pt x="1267" y="25"/>
                                    </a:cubicBezTo>
                                    <a:cubicBezTo>
                                      <a:pt x="1167" y="0"/>
                                      <a:pt x="1152" y="112"/>
                                      <a:pt x="1013" y="153"/>
                                    </a:cubicBezTo>
                                    <a:cubicBezTo>
                                      <a:pt x="875" y="193"/>
                                      <a:pt x="593" y="250"/>
                                      <a:pt x="432" y="268"/>
                                    </a:cubicBezTo>
                                    <a:cubicBezTo>
                                      <a:pt x="271" y="286"/>
                                      <a:pt x="92" y="252"/>
                                      <a:pt x="46" y="261"/>
                                    </a:cubicBezTo>
                                    <a:cubicBezTo>
                                      <a:pt x="0" y="270"/>
                                      <a:pt x="94" y="314"/>
                                      <a:pt x="155" y="325"/>
                                    </a:cubicBezTo>
                                    <a:cubicBezTo>
                                      <a:pt x="216" y="336"/>
                                      <a:pt x="305" y="335"/>
                                      <a:pt x="413" y="330"/>
                                    </a:cubicBezTo>
                                    <a:cubicBezTo>
                                      <a:pt x="521" y="325"/>
                                      <a:pt x="643" y="291"/>
                                      <a:pt x="803" y="298"/>
                                    </a:cubicBezTo>
                                    <a:cubicBezTo>
                                      <a:pt x="964" y="304"/>
                                      <a:pt x="1252" y="357"/>
                                      <a:pt x="1378" y="368"/>
                                    </a:cubicBezTo>
                                    <a:cubicBezTo>
                                      <a:pt x="1505" y="380"/>
                                      <a:pt x="1524" y="380"/>
                                      <a:pt x="1562" y="368"/>
                                    </a:cubicBezTo>
                                    <a:cubicBezTo>
                                      <a:pt x="1600" y="357"/>
                                      <a:pt x="1598" y="313"/>
                                      <a:pt x="1608" y="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B2A0D" id="Freeform 323" o:spid="_x0000_s1026" style="position:absolute;margin-left:54.15pt;margin-top:282.5pt;width:135.55pt;height:3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08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<v:path arrowok="t" o:connecttype="custom" o:connectlocs="1721485,318703;1356419,26737;1084493,163629;462489,286619;49246,279133;165939,347579;442148,352926;859672,318703;1475253,393566;1672239,393566;1721485,318703" o:connectangles="0,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941070</wp:posOffset>
                      </wp:positionV>
                      <wp:extent cx="400050" cy="737870"/>
                      <wp:effectExtent l="5080" t="635" r="4445" b="4445"/>
                      <wp:wrapNone/>
                      <wp:docPr id="28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737870"/>
                              </a:xfrm>
                              <a:custGeom>
                                <a:avLst/>
                                <a:gdLst>
                                  <a:gd name="T0" fmla="*/ 19 w 293"/>
                                  <a:gd name="T1" fmla="*/ 10 h 645"/>
                                  <a:gd name="T2" fmla="*/ 225 w 293"/>
                                  <a:gd name="T3" fmla="*/ 126 h 645"/>
                                  <a:gd name="T4" fmla="*/ 283 w 293"/>
                                  <a:gd name="T5" fmla="*/ 384 h 645"/>
                                  <a:gd name="T6" fmla="*/ 271 w 293"/>
                                  <a:gd name="T7" fmla="*/ 612 h 645"/>
                                  <a:gd name="T8" fmla="*/ 148 w 293"/>
                                  <a:gd name="T9" fmla="*/ 188 h 645"/>
                                  <a:gd name="T10" fmla="*/ 19 w 293"/>
                                  <a:gd name="T11" fmla="*/ 10 h 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93" h="645">
                                    <a:moveTo>
                                      <a:pt x="19" y="10"/>
                                    </a:moveTo>
                                    <a:cubicBezTo>
                                      <a:pt x="32" y="0"/>
                                      <a:pt x="181" y="64"/>
                                      <a:pt x="225" y="126"/>
                                    </a:cubicBezTo>
                                    <a:cubicBezTo>
                                      <a:pt x="269" y="188"/>
                                      <a:pt x="275" y="303"/>
                                      <a:pt x="283" y="384"/>
                                    </a:cubicBezTo>
                                    <a:cubicBezTo>
                                      <a:pt x="291" y="465"/>
                                      <a:pt x="293" y="645"/>
                                      <a:pt x="271" y="612"/>
                                    </a:cubicBezTo>
                                    <a:cubicBezTo>
                                      <a:pt x="249" y="579"/>
                                      <a:pt x="190" y="288"/>
                                      <a:pt x="148" y="188"/>
                                    </a:cubicBezTo>
                                    <a:cubicBezTo>
                                      <a:pt x="106" y="88"/>
                                      <a:pt x="0" y="10"/>
                                      <a:pt x="19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92AE0" id="Freeform 322" o:spid="_x0000_s1026" style="position:absolute;margin-left:123.7pt;margin-top:74.1pt;width:31.5pt;height:58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" path="m19,10c32,,181,64,225,126v44,62,50,177,58,258c291,465,293,645,271,612,249,579,190,288,148,188,106,88,,10,19,10xe" fillcolor="#ddd" stroked="f">
                      <v:path arrowok="t" o:connecttype="custom" o:connectlocs="25942,11440;307206,144142;386396,439290;370012,700119;202073,215069;25942,11440" o:connectangles="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490220</wp:posOffset>
                      </wp:positionV>
                      <wp:extent cx="975995" cy="367030"/>
                      <wp:effectExtent l="6350" t="6985" r="8255" b="6985"/>
                      <wp:wrapNone/>
                      <wp:docPr id="27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5995" cy="367030"/>
                              </a:xfrm>
                              <a:custGeom>
                                <a:avLst/>
                                <a:gdLst>
                                  <a:gd name="T0" fmla="*/ 816 w 911"/>
                                  <a:gd name="T1" fmla="*/ 0 h 343"/>
                                  <a:gd name="T2" fmla="*/ 826 w 911"/>
                                  <a:gd name="T3" fmla="*/ 182 h 343"/>
                                  <a:gd name="T4" fmla="*/ 368 w 911"/>
                                  <a:gd name="T5" fmla="*/ 256 h 343"/>
                                  <a:gd name="T6" fmla="*/ 18 w 911"/>
                                  <a:gd name="T7" fmla="*/ 324 h 343"/>
                                  <a:gd name="T8" fmla="*/ 258 w 911"/>
                                  <a:gd name="T9" fmla="*/ 141 h 343"/>
                                  <a:gd name="T10" fmla="*/ 816 w 911"/>
                                  <a:gd name="T11" fmla="*/ 0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11" h="343">
                                    <a:moveTo>
                                      <a:pt x="816" y="0"/>
                                    </a:moveTo>
                                    <a:cubicBezTo>
                                      <a:pt x="911" y="7"/>
                                      <a:pt x="901" y="139"/>
                                      <a:pt x="826" y="182"/>
                                    </a:cubicBezTo>
                                    <a:cubicBezTo>
                                      <a:pt x="751" y="225"/>
                                      <a:pt x="503" y="232"/>
                                      <a:pt x="368" y="256"/>
                                    </a:cubicBezTo>
                                    <a:cubicBezTo>
                                      <a:pt x="233" y="280"/>
                                      <a:pt x="36" y="343"/>
                                      <a:pt x="18" y="324"/>
                                    </a:cubicBezTo>
                                    <a:cubicBezTo>
                                      <a:pt x="0" y="305"/>
                                      <a:pt x="125" y="195"/>
                                      <a:pt x="258" y="141"/>
                                    </a:cubicBezTo>
                                    <a:cubicBezTo>
                                      <a:pt x="391" y="87"/>
                                      <a:pt x="700" y="30"/>
                                      <a:pt x="8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52468" id="Freeform 321" o:spid="_x0000_s1026" style="position:absolute;margin-left:171.8pt;margin-top:38.6pt;width:76.85pt;height:28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1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" path="m816,v95,7,85,139,10,182c751,225,503,232,368,256,233,280,36,343,18,324,,305,125,195,258,141,391,87,700,30,816,xe" fillcolor="#ddd" stroked="f">
                      <v:path arrowok="t" o:connecttype="custom" o:connectlocs="874217,0;884931,194751;394255,273935;19284,346699;276407,150878;874217,0" o:connectangles="0,0,0,0,0,0"/>
                    </v:shape>
                  </w:pict>
                </mc:Fallback>
              </mc:AlternateContent>
            </w:r>
            <w:bookmarkStart w:id="0" w:name="_GoBack"/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978535</wp:posOffset>
                      </wp:positionV>
                      <wp:extent cx="1111250" cy="2625725"/>
                      <wp:effectExtent l="8890" t="9525" r="13335" b="12700"/>
                      <wp:wrapNone/>
                      <wp:docPr id="26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0" cy="2625725"/>
                              </a:xfrm>
                              <a:custGeom>
                                <a:avLst/>
                                <a:gdLst>
                                  <a:gd name="T0" fmla="*/ 690 w 1038"/>
                                  <a:gd name="T1" fmla="*/ 0 h 2453"/>
                                  <a:gd name="T2" fmla="*/ 863 w 1038"/>
                                  <a:gd name="T3" fmla="*/ 297 h 2453"/>
                                  <a:gd name="T4" fmla="*/ 980 w 1038"/>
                                  <a:gd name="T5" fmla="*/ 938 h 2453"/>
                                  <a:gd name="T6" fmla="*/ 925 w 1038"/>
                                  <a:gd name="T7" fmla="*/ 1703 h 2453"/>
                                  <a:gd name="T8" fmla="*/ 305 w 1038"/>
                                  <a:gd name="T9" fmla="*/ 2289 h 2453"/>
                                  <a:gd name="T10" fmla="*/ 0 w 1038"/>
                                  <a:gd name="T11" fmla="*/ 2453 h 2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38" h="2453">
                                    <a:moveTo>
                                      <a:pt x="690" y="0"/>
                                    </a:moveTo>
                                    <a:cubicBezTo>
                                      <a:pt x="719" y="49"/>
                                      <a:pt x="814" y="141"/>
                                      <a:pt x="863" y="297"/>
                                    </a:cubicBezTo>
                                    <a:cubicBezTo>
                                      <a:pt x="911" y="453"/>
                                      <a:pt x="970" y="704"/>
                                      <a:pt x="980" y="938"/>
                                    </a:cubicBezTo>
                                    <a:cubicBezTo>
                                      <a:pt x="990" y="1172"/>
                                      <a:pt x="1038" y="1477"/>
                                      <a:pt x="925" y="1703"/>
                                    </a:cubicBezTo>
                                    <a:cubicBezTo>
                                      <a:pt x="812" y="1928"/>
                                      <a:pt x="459" y="2164"/>
                                      <a:pt x="305" y="2289"/>
                                    </a:cubicBezTo>
                                    <a:cubicBezTo>
                                      <a:pt x="151" y="2414"/>
                                      <a:pt x="64" y="2419"/>
                                      <a:pt x="0" y="245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D1AF4" id="Freeform 320" o:spid="_x0000_s1026" style="position:absolute;margin-left:58pt;margin-top:77.05pt;width:87.5pt;height:206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" path="m690,v29,49,124,141,173,297c911,453,970,704,980,938v10,234,58,539,-55,765c812,1928,459,2164,305,2289,151,2414,64,2419,,2453e" filled="f" strokecolor="#ddd" strokeweight="1pt">
                      <v:path arrowok="t" o:connecttype="custom" o:connectlocs="738692,0;923901,317913;1049157,1004048;990276,1822915;326523,2450177;0,2625725" o:connectangles="0,0,0,0,0,0"/>
                    </v:shape>
                  </w:pict>
                </mc:Fallback>
              </mc:AlternateContent>
            </w:r>
            <w:bookmarkEnd w:id="0"/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181610</wp:posOffset>
                      </wp:positionV>
                      <wp:extent cx="539115" cy="838200"/>
                      <wp:effectExtent l="13335" t="12700" r="9525" b="6350"/>
                      <wp:wrapNone/>
                      <wp:docPr id="25" name="Freeform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39115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B37BF" id="Freeform 319" o:spid="_x0000_s1026" style="position:absolute;margin-left:80.85pt;margin-top:14.3pt;width:42.45pt;height:66pt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" path="m,601v16,48,32,96,84,108c136,721,260,733,312,673v52,-60,75,-224,84,-324c405,249,389,128,365,75,341,22,299,,254,30,209,60,129,207,96,253e" filled="f" strokecolor="#ddd">
                      <v:path arrowok="t" o:connecttype="custom" o:connectlocs="0,687255;111816,810756;415318,769589;527135,399088;485869,85764;338112,34306;127790,289311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9525</wp:posOffset>
                      </wp:positionV>
                      <wp:extent cx="1703705" cy="982345"/>
                      <wp:effectExtent l="15240" t="12065" r="14605" b="15240"/>
                      <wp:wrapNone/>
                      <wp:docPr id="24" name="Freeform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3705" cy="982345"/>
                              </a:xfrm>
                              <a:custGeom>
                                <a:avLst/>
                                <a:gdLst>
                                  <a:gd name="T0" fmla="*/ 1591 w 1591"/>
                                  <a:gd name="T1" fmla="*/ 419 h 918"/>
                                  <a:gd name="T2" fmla="*/ 1126 w 1591"/>
                                  <a:gd name="T3" fmla="*/ 519 h 918"/>
                                  <a:gd name="T4" fmla="*/ 599 w 1591"/>
                                  <a:gd name="T5" fmla="*/ 770 h 918"/>
                                  <a:gd name="T6" fmla="*/ 190 w 1591"/>
                                  <a:gd name="T7" fmla="*/ 790 h 918"/>
                                  <a:gd name="T8" fmla="*/ 0 w 1591"/>
                                  <a:gd name="T9" fmla="*/ 0 h 9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918">
                                    <a:moveTo>
                                      <a:pt x="1591" y="419"/>
                                    </a:moveTo>
                                    <a:cubicBezTo>
                                      <a:pt x="1513" y="435"/>
                                      <a:pt x="1291" y="460"/>
                                      <a:pt x="1126" y="519"/>
                                    </a:cubicBezTo>
                                    <a:cubicBezTo>
                                      <a:pt x="961" y="578"/>
                                      <a:pt x="753" y="725"/>
                                      <a:pt x="599" y="770"/>
                                    </a:cubicBezTo>
                                    <a:cubicBezTo>
                                      <a:pt x="443" y="815"/>
                                      <a:pt x="290" y="918"/>
                                      <a:pt x="190" y="790"/>
                                    </a:cubicBezTo>
                                    <a:cubicBezTo>
                                      <a:pt x="90" y="662"/>
                                      <a:pt x="40" y="1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CF70E" id="Freeform 318" o:spid="_x0000_s1026" style="position:absolute;margin-left:107.25pt;margin-top:.75pt;width:134.15pt;height:77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1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" path="m1591,419v-78,16,-300,41,-465,100c961,578,753,725,599,770,443,815,290,918,190,790,90,662,40,165,,e" filled="f" strokecolor="#ddd" strokeweight="1pt">
                      <v:path arrowok="t" o:connecttype="custom" o:connectlocs="1703705,448369;1205765,555378;641433,823971;203459,845373;0,0" o:connectangles="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4811395</wp:posOffset>
                      </wp:positionH>
                      <wp:positionV relativeFrom="paragraph">
                        <wp:posOffset>233680</wp:posOffset>
                      </wp:positionV>
                      <wp:extent cx="257175" cy="547370"/>
                      <wp:effectExtent l="6985" t="7620" r="2540" b="6985"/>
                      <wp:wrapNone/>
                      <wp:docPr id="23" name="Freeform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C9EEB" id="Freeform 317" o:spid="_x0000_s1026" style="position:absolute;margin-left:378.85pt;margin-top:18.4pt;width:20.25pt;height:43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60,163753;163899,4581;243850,133980;247847,353844;209205,534774;170562,430567;90611,322925;145244,348118;202542,430567;195879,240476;170562,51531;97273,89320;10660,163753" o:connectangles="0,0,0,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464820</wp:posOffset>
                      </wp:positionV>
                      <wp:extent cx="121285" cy="201295"/>
                      <wp:effectExtent l="3810" t="635" r="8255" b="7620"/>
                      <wp:wrapNone/>
                      <wp:docPr id="22" name="Freeform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43740" id="Freeform 316" o:spid="_x0000_s1026" style="position:absolute;margin-left:372.6pt;margin-top:36.6pt;width:9.55pt;height:15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3782695</wp:posOffset>
                      </wp:positionH>
                      <wp:positionV relativeFrom="paragraph">
                        <wp:posOffset>3606165</wp:posOffset>
                      </wp:positionV>
                      <wp:extent cx="1743075" cy="503555"/>
                      <wp:effectExtent l="6985" t="8255" r="2540" b="2540"/>
                      <wp:wrapNone/>
                      <wp:docPr id="21" name="Freeform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43075" cy="503555"/>
                              </a:xfrm>
                              <a:custGeom>
                                <a:avLst/>
                                <a:gdLst>
                                  <a:gd name="T0" fmla="*/ 73 w 1628"/>
                                  <a:gd name="T1" fmla="*/ 184 h 470"/>
                                  <a:gd name="T2" fmla="*/ 290 w 1628"/>
                                  <a:gd name="T3" fmla="*/ 7 h 470"/>
                                  <a:gd name="T4" fmla="*/ 544 w 1628"/>
                                  <a:gd name="T5" fmla="*/ 136 h 470"/>
                                  <a:gd name="T6" fmla="*/ 1126 w 1628"/>
                                  <a:gd name="T7" fmla="*/ 251 h 470"/>
                                  <a:gd name="T8" fmla="*/ 1507 w 1628"/>
                                  <a:gd name="T9" fmla="*/ 245 h 470"/>
                                  <a:gd name="T10" fmla="*/ 1502 w 1628"/>
                                  <a:gd name="T11" fmla="*/ 287 h 470"/>
                                  <a:gd name="T12" fmla="*/ 752 w 1628"/>
                                  <a:gd name="T13" fmla="*/ 341 h 470"/>
                                  <a:gd name="T14" fmla="*/ 187 w 1628"/>
                                  <a:gd name="T15" fmla="*/ 405 h 470"/>
                                  <a:gd name="T16" fmla="*/ 19 w 1628"/>
                                  <a:gd name="T17" fmla="*/ 434 h 470"/>
                                  <a:gd name="T18" fmla="*/ 73 w 1628"/>
                                  <a:gd name="T19" fmla="*/ 184 h 4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28" h="470">
                                    <a:moveTo>
                                      <a:pt x="73" y="184"/>
                                    </a:moveTo>
                                    <a:cubicBezTo>
                                      <a:pt x="118" y="113"/>
                                      <a:pt x="212" y="15"/>
                                      <a:pt x="290" y="7"/>
                                    </a:cubicBezTo>
                                    <a:cubicBezTo>
                                      <a:pt x="368" y="0"/>
                                      <a:pt x="405" y="95"/>
                                      <a:pt x="544" y="136"/>
                                    </a:cubicBezTo>
                                    <a:cubicBezTo>
                                      <a:pt x="683" y="176"/>
                                      <a:pt x="966" y="233"/>
                                      <a:pt x="1126" y="251"/>
                                    </a:cubicBezTo>
                                    <a:cubicBezTo>
                                      <a:pt x="1286" y="269"/>
                                      <a:pt x="1444" y="239"/>
                                      <a:pt x="1507" y="245"/>
                                    </a:cubicBezTo>
                                    <a:cubicBezTo>
                                      <a:pt x="1570" y="251"/>
                                      <a:pt x="1628" y="271"/>
                                      <a:pt x="1502" y="287"/>
                                    </a:cubicBezTo>
                                    <a:cubicBezTo>
                                      <a:pt x="1376" y="303"/>
                                      <a:pt x="971" y="321"/>
                                      <a:pt x="752" y="341"/>
                                    </a:cubicBezTo>
                                    <a:cubicBezTo>
                                      <a:pt x="533" y="361"/>
                                      <a:pt x="309" y="389"/>
                                      <a:pt x="187" y="405"/>
                                    </a:cubicBezTo>
                                    <a:cubicBezTo>
                                      <a:pt x="64" y="421"/>
                                      <a:pt x="38" y="470"/>
                                      <a:pt x="19" y="434"/>
                                    </a:cubicBezTo>
                                    <a:cubicBezTo>
                                      <a:pt x="0" y="397"/>
                                      <a:pt x="28" y="254"/>
                                      <a:pt x="73" y="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98E10" id="Freeform 315" o:spid="_x0000_s1026" style="position:absolute;margin-left:297.85pt;margin-top:283.95pt;width:137.25pt;height:39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8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" path="m73,184c118,113,212,15,290,7,368,,405,95,544,136v139,40,422,97,582,115c1286,269,1444,239,1507,245v63,6,121,26,-5,42c1376,303,971,321,752,341,533,361,309,389,187,405,64,421,38,470,19,434,,397,28,254,73,184xe" fillcolor="#ddd" stroked="f">
                      <v:path arrowok="t" o:connecttype="custom" o:connectlocs="78160,197136;310499,7500;582453,145710;1205591,268920;1613522,262491;1608169,307490;805155,365345;200218,433914;20343,464985;78160,197136" o:connectangles="0,0,0,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3223260</wp:posOffset>
                      </wp:positionV>
                      <wp:extent cx="332105" cy="1008380"/>
                      <wp:effectExtent l="635" t="6350" r="635" b="4445"/>
                      <wp:wrapNone/>
                      <wp:docPr id="20" name="Freeform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105" cy="1008380"/>
                              </a:xfrm>
                              <a:custGeom>
                                <a:avLst/>
                                <a:gdLst>
                                  <a:gd name="T0" fmla="*/ 206 w 250"/>
                                  <a:gd name="T1" fmla="*/ 6 h 882"/>
                                  <a:gd name="T2" fmla="*/ 242 w 250"/>
                                  <a:gd name="T3" fmla="*/ 294 h 882"/>
                                  <a:gd name="T4" fmla="*/ 158 w 250"/>
                                  <a:gd name="T5" fmla="*/ 654 h 882"/>
                                  <a:gd name="T6" fmla="*/ 14 w 250"/>
                                  <a:gd name="T7" fmla="*/ 870 h 882"/>
                                  <a:gd name="T8" fmla="*/ 74 w 250"/>
                                  <a:gd name="T9" fmla="*/ 582 h 882"/>
                                  <a:gd name="T10" fmla="*/ 158 w 250"/>
                                  <a:gd name="T11" fmla="*/ 330 h 882"/>
                                  <a:gd name="T12" fmla="*/ 206 w 250"/>
                                  <a:gd name="T13" fmla="*/ 6 h 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0" h="882">
                                    <a:moveTo>
                                      <a:pt x="206" y="6"/>
                                    </a:moveTo>
                                    <a:cubicBezTo>
                                      <a:pt x="220" y="0"/>
                                      <a:pt x="250" y="186"/>
                                      <a:pt x="242" y="294"/>
                                    </a:cubicBezTo>
                                    <a:cubicBezTo>
                                      <a:pt x="234" y="402"/>
                                      <a:pt x="196" y="558"/>
                                      <a:pt x="158" y="654"/>
                                    </a:cubicBezTo>
                                    <a:cubicBezTo>
                                      <a:pt x="120" y="750"/>
                                      <a:pt x="28" y="882"/>
                                      <a:pt x="14" y="870"/>
                                    </a:cubicBezTo>
                                    <a:cubicBezTo>
                                      <a:pt x="0" y="858"/>
                                      <a:pt x="50" y="672"/>
                                      <a:pt x="74" y="582"/>
                                    </a:cubicBezTo>
                                    <a:cubicBezTo>
                                      <a:pt x="98" y="492"/>
                                      <a:pt x="132" y="428"/>
                                      <a:pt x="158" y="330"/>
                                    </a:cubicBezTo>
                                    <a:cubicBezTo>
                                      <a:pt x="184" y="232"/>
                                      <a:pt x="192" y="12"/>
                                      <a:pt x="206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98F06" id="Freeform 314" o:spid="_x0000_s1026" style="position:absolute;margin-left:225.35pt;margin-top:253.8pt;width:26.15pt;height:79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" path="m206,6v14,-6,44,180,36,288c234,402,196,558,158,654,120,750,28,882,14,870,,858,50,672,74,582,98,492,132,428,158,330,184,232,192,12,206,6xe" fillcolor="#ddd" stroked="f">
                      <v:path arrowok="t" o:connecttype="custom" o:connectlocs="273655,6860;321478,336127;209890,747710;18598,994661;98303,665394;209890,377285;273655,6860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4156075</wp:posOffset>
                      </wp:positionH>
                      <wp:positionV relativeFrom="paragraph">
                        <wp:posOffset>942975</wp:posOffset>
                      </wp:positionV>
                      <wp:extent cx="411480" cy="822325"/>
                      <wp:effectExtent l="8890" t="2540" r="8255" b="3810"/>
                      <wp:wrapNone/>
                      <wp:docPr id="19" name="Freeform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822325"/>
                              </a:xfrm>
                              <a:custGeom>
                                <a:avLst/>
                                <a:gdLst>
                                  <a:gd name="T0" fmla="*/ 282 w 301"/>
                                  <a:gd name="T1" fmla="*/ 10 h 719"/>
                                  <a:gd name="T2" fmla="*/ 76 w 301"/>
                                  <a:gd name="T3" fmla="*/ 126 h 719"/>
                                  <a:gd name="T4" fmla="*/ 12 w 301"/>
                                  <a:gd name="T5" fmla="*/ 443 h 719"/>
                                  <a:gd name="T6" fmla="*/ 24 w 301"/>
                                  <a:gd name="T7" fmla="*/ 677 h 719"/>
                                  <a:gd name="T8" fmla="*/ 153 w 301"/>
                                  <a:gd name="T9" fmla="*/ 188 h 719"/>
                                  <a:gd name="T10" fmla="*/ 282 w 301"/>
                                  <a:gd name="T11" fmla="*/ 10 h 7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01" h="719">
                                    <a:moveTo>
                                      <a:pt x="282" y="10"/>
                                    </a:moveTo>
                                    <a:cubicBezTo>
                                      <a:pt x="269" y="0"/>
                                      <a:pt x="121" y="54"/>
                                      <a:pt x="76" y="126"/>
                                    </a:cubicBezTo>
                                    <a:cubicBezTo>
                                      <a:pt x="31" y="198"/>
                                      <a:pt x="21" y="351"/>
                                      <a:pt x="12" y="443"/>
                                    </a:cubicBezTo>
                                    <a:cubicBezTo>
                                      <a:pt x="3" y="535"/>
                                      <a:pt x="0" y="719"/>
                                      <a:pt x="24" y="677"/>
                                    </a:cubicBezTo>
                                    <a:cubicBezTo>
                                      <a:pt x="48" y="635"/>
                                      <a:pt x="110" y="299"/>
                                      <a:pt x="153" y="188"/>
                                    </a:cubicBezTo>
                                    <a:cubicBezTo>
                                      <a:pt x="196" y="77"/>
                                      <a:pt x="301" y="10"/>
                                      <a:pt x="282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4F22C" id="Freeform 313" o:spid="_x0000_s1026" style="position:absolute;margin-left:327.25pt;margin-top:74.25pt;width:32.4pt;height:64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1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" path="m282,10c269,,121,54,76,126,31,198,21,351,12,443,3,535,,719,24,677,48,635,110,299,153,188,196,77,301,10,282,10xe" fillcolor="#ddd" stroked="f">
                      <v:path arrowok="t" o:connecttype="custom" o:connectlocs="385506,11437;103895,144107;16405,506662;32809,774289;209158,215017;385506,11437" o:connectangles="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2960370</wp:posOffset>
                      </wp:positionH>
                      <wp:positionV relativeFrom="paragraph">
                        <wp:posOffset>482600</wp:posOffset>
                      </wp:positionV>
                      <wp:extent cx="1005205" cy="359410"/>
                      <wp:effectExtent l="3810" t="8890" r="635" b="3175"/>
                      <wp:wrapNone/>
                      <wp:docPr id="18" name="Freeform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5205" cy="359410"/>
                              </a:xfrm>
                              <a:custGeom>
                                <a:avLst/>
                                <a:gdLst>
                                  <a:gd name="T0" fmla="*/ 91 w 939"/>
                                  <a:gd name="T1" fmla="*/ 5 h 336"/>
                                  <a:gd name="T2" fmla="*/ 135 w 939"/>
                                  <a:gd name="T3" fmla="*/ 201 h 336"/>
                                  <a:gd name="T4" fmla="*/ 584 w 939"/>
                                  <a:gd name="T5" fmla="*/ 266 h 336"/>
                                  <a:gd name="T6" fmla="*/ 923 w 939"/>
                                  <a:gd name="T7" fmla="*/ 319 h 336"/>
                                  <a:gd name="T8" fmla="*/ 683 w 939"/>
                                  <a:gd name="T9" fmla="*/ 162 h 336"/>
                                  <a:gd name="T10" fmla="*/ 91 w 939"/>
                                  <a:gd name="T11" fmla="*/ 5 h 3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39" h="336">
                                    <a:moveTo>
                                      <a:pt x="91" y="5"/>
                                    </a:moveTo>
                                    <a:cubicBezTo>
                                      <a:pt x="0" y="11"/>
                                      <a:pt x="53" y="158"/>
                                      <a:pt x="135" y="201"/>
                                    </a:cubicBezTo>
                                    <a:cubicBezTo>
                                      <a:pt x="217" y="244"/>
                                      <a:pt x="453" y="246"/>
                                      <a:pt x="584" y="266"/>
                                    </a:cubicBezTo>
                                    <a:cubicBezTo>
                                      <a:pt x="715" y="286"/>
                                      <a:pt x="907" y="336"/>
                                      <a:pt x="923" y="319"/>
                                    </a:cubicBezTo>
                                    <a:cubicBezTo>
                                      <a:pt x="939" y="302"/>
                                      <a:pt x="822" y="214"/>
                                      <a:pt x="683" y="162"/>
                                    </a:cubicBezTo>
                                    <a:cubicBezTo>
                                      <a:pt x="544" y="110"/>
                                      <a:pt x="188" y="0"/>
                                      <a:pt x="9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BDDE7" id="Freeform 312" o:spid="_x0000_s1026" style="position:absolute;margin-left:233.1pt;margin-top:38pt;width:79.15pt;height:28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9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" path="m91,5c,11,53,158,135,201v82,43,318,45,449,65c715,286,907,336,923,319,939,302,822,214,683,162,544,110,188,,91,5xe" fillcolor="#ddd" stroked="f">
                      <v:path arrowok="t" o:connecttype="custom" o:connectlocs="97416,5348;144518,215004;625175,284533;988077,341226;731156,173287;97416,5348" o:connectangles="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4274185</wp:posOffset>
                      </wp:positionH>
                      <wp:positionV relativeFrom="paragraph">
                        <wp:posOffset>979805</wp:posOffset>
                      </wp:positionV>
                      <wp:extent cx="1161415" cy="2665095"/>
                      <wp:effectExtent l="12700" t="10795" r="6985" b="10160"/>
                      <wp:wrapNone/>
                      <wp:docPr id="17" name="Freeform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1415" cy="2665095"/>
                              </a:xfrm>
                              <a:custGeom>
                                <a:avLst/>
                                <a:gdLst>
                                  <a:gd name="T0" fmla="*/ 348 w 1085"/>
                                  <a:gd name="T1" fmla="*/ 0 h 2489"/>
                                  <a:gd name="T2" fmla="*/ 175 w 1085"/>
                                  <a:gd name="T3" fmla="*/ 297 h 2489"/>
                                  <a:gd name="T4" fmla="*/ 58 w 1085"/>
                                  <a:gd name="T5" fmla="*/ 938 h 2489"/>
                                  <a:gd name="T6" fmla="*/ 113 w 1085"/>
                                  <a:gd name="T7" fmla="*/ 1702 h 2489"/>
                                  <a:gd name="T8" fmla="*/ 733 w 1085"/>
                                  <a:gd name="T9" fmla="*/ 2288 h 2489"/>
                                  <a:gd name="T10" fmla="*/ 1085 w 1085"/>
                                  <a:gd name="T11" fmla="*/ 2489 h 24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85" h="2489">
                                    <a:moveTo>
                                      <a:pt x="348" y="0"/>
                                    </a:moveTo>
                                    <a:cubicBezTo>
                                      <a:pt x="319" y="49"/>
                                      <a:pt x="224" y="141"/>
                                      <a:pt x="175" y="297"/>
                                    </a:cubicBezTo>
                                    <a:cubicBezTo>
                                      <a:pt x="127" y="453"/>
                                      <a:pt x="68" y="704"/>
                                      <a:pt x="58" y="938"/>
                                    </a:cubicBezTo>
                                    <a:cubicBezTo>
                                      <a:pt x="48" y="1171"/>
                                      <a:pt x="0" y="1477"/>
                                      <a:pt x="113" y="1702"/>
                                    </a:cubicBezTo>
                                    <a:cubicBezTo>
                                      <a:pt x="226" y="1928"/>
                                      <a:pt x="571" y="2157"/>
                                      <a:pt x="733" y="2288"/>
                                    </a:cubicBezTo>
                                    <a:cubicBezTo>
                                      <a:pt x="895" y="2419"/>
                                      <a:pt x="1012" y="2447"/>
                                      <a:pt x="1085" y="248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DC780" id="Freeform 311" o:spid="_x0000_s1026" style="position:absolute;margin-left:336.55pt;margin-top:77.15pt;width:91.45pt;height:209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" path="m348,c319,49,224,141,175,297,127,453,68,704,58,938,48,1171,,1477,113,1702v113,226,458,455,620,586c895,2419,1012,2447,1085,2489e" filled="f" strokecolor="#ddd" strokeweight="1pt">
                      <v:path arrowok="t" o:connecttype="custom" o:connectlocs="372509,0;187325,318013;62085,1004363;120958,1822415;784624,2449874;1161415,2665095" o:connectangles="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4573905</wp:posOffset>
                      </wp:positionH>
                      <wp:positionV relativeFrom="paragraph">
                        <wp:posOffset>182245</wp:posOffset>
                      </wp:positionV>
                      <wp:extent cx="538480" cy="838200"/>
                      <wp:effectExtent l="7620" t="13335" r="6350" b="5715"/>
                      <wp:wrapNone/>
                      <wp:docPr id="16" name="Freeform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480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D67F0" id="Freeform 310" o:spid="_x0000_s1026" style="position:absolute;margin-left:360.15pt;margin-top:14.35pt;width:42.4pt;height:6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" path="m,601v16,48,32,96,84,108c136,721,260,733,312,673v52,-60,75,-224,84,-324c405,249,389,128,365,75,341,22,299,,254,30,209,60,129,207,96,253e" filled="f" strokecolor="#ddd">
                      <v:path arrowok="t" o:connecttype="custom" o:connectlocs="0,687255;111685,810756;414829,769589;526514,399088;485297,85764;337713,34306;127640,289311" o:connectangles="0,0,0,0,0,0,0"/>
                    </v:shape>
                  </w:pict>
                </mc:Fallback>
              </mc:AlternateContent>
            </w:r>
            <w:r w:rsidR="00550603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3810</wp:posOffset>
                      </wp:positionV>
                      <wp:extent cx="1708785" cy="990600"/>
                      <wp:effectExtent l="13970" t="6350" r="10795" b="12700"/>
                      <wp:wrapNone/>
                      <wp:docPr id="15" name="Freeform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8785" cy="990600"/>
                              </a:xfrm>
                              <a:custGeom>
                                <a:avLst/>
                                <a:gdLst>
                                  <a:gd name="T0" fmla="*/ 0 w 1596"/>
                                  <a:gd name="T1" fmla="*/ 424 h 925"/>
                                  <a:gd name="T2" fmla="*/ 471 w 1596"/>
                                  <a:gd name="T3" fmla="*/ 525 h 925"/>
                                  <a:gd name="T4" fmla="*/ 1000 w 1596"/>
                                  <a:gd name="T5" fmla="*/ 776 h 925"/>
                                  <a:gd name="T6" fmla="*/ 1408 w 1596"/>
                                  <a:gd name="T7" fmla="*/ 796 h 925"/>
                                  <a:gd name="T8" fmla="*/ 1596 w 1596"/>
                                  <a:gd name="T9" fmla="*/ 0 h 9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6" h="925">
                                    <a:moveTo>
                                      <a:pt x="0" y="424"/>
                                    </a:moveTo>
                                    <a:cubicBezTo>
                                      <a:pt x="78" y="441"/>
                                      <a:pt x="304" y="466"/>
                                      <a:pt x="471" y="525"/>
                                    </a:cubicBezTo>
                                    <a:cubicBezTo>
                                      <a:pt x="638" y="584"/>
                                      <a:pt x="844" y="731"/>
                                      <a:pt x="1000" y="776"/>
                                    </a:cubicBezTo>
                                    <a:cubicBezTo>
                                      <a:pt x="1154" y="821"/>
                                      <a:pt x="1309" y="925"/>
                                      <a:pt x="1408" y="796"/>
                                    </a:cubicBezTo>
                                    <a:cubicBezTo>
                                      <a:pt x="1507" y="667"/>
                                      <a:pt x="1557" y="166"/>
                                      <a:pt x="159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F00C9" id="Freeform 309" o:spid="_x0000_s1026" style="position:absolute;margin-left:241.4pt;margin-top:.3pt;width:134.55pt;height:7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6,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" path="m,424v78,17,304,42,471,101c638,584,844,731,1000,776v154,45,309,149,408,20c1507,667,1557,166,1596,e" filled="f" strokecolor="#ddd" strokeweight="1pt">
                      <v:path arrowok="t" o:connecttype="custom" o:connectlocs="0,454070;504284,562232;1070667,831033;1507500,852451;1708785,0" o:connectangles="0,0,0,0,0"/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13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5060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AVmcLt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5060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12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50603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eznQIAAFMFAAAOAAAAZHJzL2Uyb0RvYy54bWysVF1v2yAUfZ+0/4B4T22nbhJbdaq2madJ&#10;3YfU7gcQg2M0DAxI7Kzaf98Fkiz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50603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11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5060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8W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CZIXxa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5060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10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50603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50603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9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5060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5060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bMxsgIAAF0FAAAOAAAAZHJzL2Uyb0RvYy54bWysVG1v2yAQ/j5p/wHxPfVL3M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5060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5060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8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5060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5060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wOsQIAAF0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5060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5060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603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55060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E0FEE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550603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3872F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07053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6CB6F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D096A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Tortuous proximal CCA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50603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55060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550603">
              <w:rPr>
                <w:rFonts w:ascii="Arial" w:hAnsi="Arial" w:cs="Arial"/>
                <w:sz w:val="18"/>
                <w:szCs w:val="20"/>
              </w:rPr>
              <w:t xml:space="preserve"> Mild atheroma in the distal CCA. Normal subclavian flow.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550603">
              <w:rPr>
                <w:rFonts w:ascii="Arial" w:hAnsi="Arial"/>
                <w:bCs/>
                <w:sz w:val="18"/>
                <w:szCs w:val="18"/>
              </w:rPr>
              <w:t xml:space="preserve"> No thickening of the intima-media layer. Normal subclavian flow. </w:t>
            </w:r>
          </w:p>
          <w:p w:rsidR="00550603" w:rsidRPr="00BE67C6" w:rsidRDefault="00550603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550603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603" w:rsidRDefault="00550603">
      <w:r>
        <w:separator/>
      </w:r>
    </w:p>
  </w:endnote>
  <w:endnote w:type="continuationSeparator" w:id="0">
    <w:p w:rsidR="00550603" w:rsidRDefault="0055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603" w:rsidRDefault="00550603">
      <w:r>
        <w:separator/>
      </w:r>
    </w:p>
  </w:footnote>
  <w:footnote w:type="continuationSeparator" w:id="0">
    <w:p w:rsidR="00550603" w:rsidRDefault="00550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55060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4775835</wp:posOffset>
          </wp:positionH>
          <wp:positionV relativeFrom="paragraph">
            <wp:posOffset>-27305</wp:posOffset>
          </wp:positionV>
          <wp:extent cx="1452880" cy="5702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03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2151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0471A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C78F9"/>
    <w:rsid w:val="004F7760"/>
    <w:rsid w:val="0054274D"/>
    <w:rsid w:val="00550603"/>
    <w:rsid w:val="005656EE"/>
    <w:rsid w:val="00583D27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B2FA8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5E08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A5234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0971D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PCH%20n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</Template>
  <TotalTime>0</TotalTime>
  <Pages>1</Pages>
  <Words>100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2020-08-07T08:53:00Z</dcterms:created>
  <dcterms:modified xsi:type="dcterms:W3CDTF">2020-08-07T08:54:00Z</dcterms:modified>
</cp:coreProperties>
</file>